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2313F" w14:textId="77777777" w:rsidR="000825A1" w:rsidRPr="00FE53A5" w:rsidRDefault="000825A1">
      <w:pPr>
        <w:jc w:val="center"/>
        <w:rPr>
          <w:b/>
          <w:sz w:val="36"/>
          <w:szCs w:val="36"/>
          <w:u w:val="single"/>
        </w:rPr>
      </w:pPr>
      <w:r w:rsidRPr="00FE53A5">
        <w:rPr>
          <w:b/>
          <w:sz w:val="36"/>
          <w:szCs w:val="36"/>
          <w:u w:val="single"/>
        </w:rPr>
        <w:t>RISK ASSESSMENT</w:t>
      </w:r>
    </w:p>
    <w:p w14:paraId="7BD7F063" w14:textId="77777777" w:rsidR="000825A1" w:rsidRPr="00FE53A5" w:rsidRDefault="000825A1">
      <w:pPr>
        <w:jc w:val="center"/>
        <w:rPr>
          <w:b/>
          <w:u w:val="single"/>
        </w:rPr>
      </w:pPr>
    </w:p>
    <w:tbl>
      <w:tblPr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8"/>
        <w:gridCol w:w="3134"/>
        <w:gridCol w:w="1489"/>
        <w:gridCol w:w="1489"/>
      </w:tblGrid>
      <w:tr w:rsidR="00BD0CEE" w:rsidRPr="00BD0CEE" w14:paraId="7083B1D3" w14:textId="77777777" w:rsidTr="003D2BEE">
        <w:tc>
          <w:tcPr>
            <w:tcW w:w="4598" w:type="dxa"/>
            <w:shd w:val="clear" w:color="auto" w:fill="auto"/>
          </w:tcPr>
          <w:p w14:paraId="262DF024" w14:textId="55F4A954" w:rsidR="00BD0CEE" w:rsidRPr="00BD0CEE" w:rsidRDefault="00BD0CEE">
            <w:pPr>
              <w:rPr>
                <w:b/>
              </w:rPr>
            </w:pPr>
            <w:proofErr w:type="gramStart"/>
            <w:r w:rsidRPr="00BD0CEE">
              <w:rPr>
                <w:b/>
              </w:rPr>
              <w:t>Company :</w:t>
            </w:r>
            <w:proofErr w:type="gramEnd"/>
            <w:r w:rsidR="00157C3D">
              <w:rPr>
                <w:b/>
              </w:rPr>
              <w:t xml:space="preserve"> </w:t>
            </w:r>
            <w:r w:rsidR="009F6A91">
              <w:t>Fast Forward Vocational Training/</w:t>
            </w:r>
            <w:proofErr w:type="spellStart"/>
            <w:r w:rsidR="009F6A91">
              <w:t>Teamsport</w:t>
            </w:r>
            <w:proofErr w:type="spellEnd"/>
            <w:r w:rsidR="009F6A91">
              <w:t xml:space="preserve"> Indoor Karting.</w:t>
            </w:r>
          </w:p>
          <w:p w14:paraId="4B625764" w14:textId="77777777" w:rsidR="00BD0CEE" w:rsidRPr="00BD0CEE" w:rsidRDefault="00BD0CEE"/>
        </w:tc>
        <w:tc>
          <w:tcPr>
            <w:tcW w:w="3134" w:type="dxa"/>
            <w:shd w:val="clear" w:color="auto" w:fill="auto"/>
          </w:tcPr>
          <w:p w14:paraId="16BF67A7" w14:textId="77777777" w:rsidR="00BD0CEE" w:rsidRPr="00BD0CEE" w:rsidRDefault="00BD0CEE">
            <w:pPr>
              <w:rPr>
                <w:b/>
              </w:rPr>
            </w:pPr>
            <w:r w:rsidRPr="00BD0CEE">
              <w:rPr>
                <w:b/>
              </w:rPr>
              <w:t>Date of assessment:</w:t>
            </w:r>
          </w:p>
          <w:p w14:paraId="47F840B8" w14:textId="1424DFEC" w:rsidR="00BD0CEE" w:rsidRPr="00BD0CEE" w:rsidRDefault="00F16063">
            <w:r>
              <w:t>September 202</w:t>
            </w:r>
            <w:r w:rsidR="002C1589">
              <w:t>3</w:t>
            </w:r>
          </w:p>
        </w:tc>
        <w:tc>
          <w:tcPr>
            <w:tcW w:w="1489" w:type="dxa"/>
            <w:shd w:val="clear" w:color="auto" w:fill="auto"/>
          </w:tcPr>
          <w:p w14:paraId="19D79E86" w14:textId="77777777" w:rsidR="00BD0CEE" w:rsidRPr="00BD0CEE" w:rsidRDefault="00BD0CEE" w:rsidP="00BD0CEE">
            <w:pPr>
              <w:rPr>
                <w:b/>
              </w:rPr>
            </w:pPr>
            <w:r w:rsidRPr="00BD0CEE">
              <w:rPr>
                <w:b/>
              </w:rPr>
              <w:t>REF</w:t>
            </w:r>
          </w:p>
          <w:p w14:paraId="7FE93FAF" w14:textId="59FEF501" w:rsidR="00BD0CEE" w:rsidRPr="00BD0CEE" w:rsidRDefault="00BD0CEE" w:rsidP="009F6A91"/>
        </w:tc>
        <w:tc>
          <w:tcPr>
            <w:tcW w:w="1489" w:type="dxa"/>
            <w:shd w:val="clear" w:color="auto" w:fill="auto"/>
          </w:tcPr>
          <w:p w14:paraId="323D27F1" w14:textId="77777777" w:rsidR="00BD0CEE" w:rsidRPr="00BD0CEE" w:rsidRDefault="00BD0CEE" w:rsidP="00BD0CEE">
            <w:pPr>
              <w:rPr>
                <w:b/>
              </w:rPr>
            </w:pPr>
            <w:r w:rsidRPr="00BD0CEE">
              <w:rPr>
                <w:b/>
              </w:rPr>
              <w:t>STATUS</w:t>
            </w:r>
          </w:p>
          <w:p w14:paraId="6F321CB1" w14:textId="77777777" w:rsidR="00BD0CEE" w:rsidRPr="0044498C" w:rsidRDefault="0044498C" w:rsidP="00BD0CEE">
            <w:r>
              <w:t>FINAL</w:t>
            </w:r>
          </w:p>
        </w:tc>
      </w:tr>
      <w:tr w:rsidR="000825A1" w:rsidRPr="00BD0CEE" w14:paraId="58029736" w14:textId="77777777" w:rsidTr="0063140C">
        <w:tc>
          <w:tcPr>
            <w:tcW w:w="4598" w:type="dxa"/>
            <w:shd w:val="clear" w:color="auto" w:fill="auto"/>
          </w:tcPr>
          <w:p w14:paraId="0749F1DA" w14:textId="77777777" w:rsidR="000825A1" w:rsidRPr="00BD0CEE" w:rsidRDefault="000825A1">
            <w:pPr>
              <w:rPr>
                <w:b/>
              </w:rPr>
            </w:pPr>
            <w:r w:rsidRPr="00BD0CEE">
              <w:rPr>
                <w:b/>
              </w:rPr>
              <w:t>Site / Department:</w:t>
            </w:r>
          </w:p>
          <w:p w14:paraId="3ACFF7F6" w14:textId="193BA5B6" w:rsidR="000825A1" w:rsidRPr="00BD0CEE" w:rsidRDefault="00157C3D" w:rsidP="009F6A91">
            <w:pPr>
              <w:rPr>
                <w:sz w:val="20"/>
                <w:szCs w:val="20"/>
              </w:rPr>
            </w:pPr>
            <w:r>
              <w:t>Operating a Honda GX 200/160</w:t>
            </w:r>
            <w:r w:rsidR="009F6A91">
              <w:t xml:space="preserve"> Kart</w:t>
            </w:r>
            <w:r>
              <w:t>.</w:t>
            </w:r>
          </w:p>
        </w:tc>
        <w:tc>
          <w:tcPr>
            <w:tcW w:w="6112" w:type="dxa"/>
            <w:gridSpan w:val="3"/>
            <w:shd w:val="clear" w:color="auto" w:fill="auto"/>
          </w:tcPr>
          <w:p w14:paraId="576861F2" w14:textId="77777777" w:rsidR="000825A1" w:rsidRPr="00BD0CEE" w:rsidRDefault="000825A1">
            <w:pPr>
              <w:rPr>
                <w:b/>
              </w:rPr>
            </w:pPr>
            <w:r w:rsidRPr="00BD0CEE">
              <w:rPr>
                <w:b/>
              </w:rPr>
              <w:t>Area / Location:</w:t>
            </w:r>
          </w:p>
          <w:p w14:paraId="5A8268FD" w14:textId="77777777" w:rsidR="000825A1" w:rsidRPr="00BD0CEE" w:rsidRDefault="00157C3D">
            <w:pPr>
              <w:rPr>
                <w:sz w:val="20"/>
                <w:szCs w:val="20"/>
              </w:rPr>
            </w:pPr>
            <w:r>
              <w:t>Track.</w:t>
            </w:r>
          </w:p>
        </w:tc>
      </w:tr>
      <w:tr w:rsidR="000825A1" w:rsidRPr="00BD0CEE" w14:paraId="4EC91DA5" w14:textId="77777777" w:rsidTr="0063140C">
        <w:trPr>
          <w:trHeight w:val="777"/>
        </w:trPr>
        <w:tc>
          <w:tcPr>
            <w:tcW w:w="10710" w:type="dxa"/>
            <w:gridSpan w:val="4"/>
            <w:shd w:val="clear" w:color="auto" w:fill="auto"/>
          </w:tcPr>
          <w:p w14:paraId="766FE2A2" w14:textId="77777777" w:rsidR="000825A1" w:rsidRDefault="000825A1" w:rsidP="00BD0CEE">
            <w:pPr>
              <w:rPr>
                <w:b/>
              </w:rPr>
            </w:pPr>
            <w:r w:rsidRPr="00BD0CEE">
              <w:rPr>
                <w:b/>
              </w:rPr>
              <w:t>Description of work activity being assessed:</w:t>
            </w:r>
          </w:p>
          <w:p w14:paraId="3D564FE5" w14:textId="4D924ABD" w:rsidR="00157C3D" w:rsidRPr="00157C3D" w:rsidRDefault="00157C3D" w:rsidP="00BD0CEE">
            <w:r>
              <w:t xml:space="preserve">The safe operation of a Honda GX 200/160 </w:t>
            </w:r>
            <w:r w:rsidR="009F6A91">
              <w:t>Kart by Students attending MVM Course</w:t>
            </w:r>
            <w:r>
              <w:t>.</w:t>
            </w:r>
          </w:p>
          <w:p w14:paraId="3343E586" w14:textId="77777777" w:rsidR="00BD0CEE" w:rsidRPr="00BF25F0" w:rsidRDefault="003F7991" w:rsidP="00BF25F0">
            <w:r>
              <w:t xml:space="preserve"> </w:t>
            </w:r>
          </w:p>
        </w:tc>
      </w:tr>
    </w:tbl>
    <w:p w14:paraId="14832639" w14:textId="77777777" w:rsidR="000825A1" w:rsidRPr="00BD0CEE" w:rsidRDefault="000825A1">
      <w:pPr>
        <w:rPr>
          <w:sz w:val="16"/>
          <w:szCs w:val="16"/>
        </w:rPr>
      </w:pPr>
    </w:p>
    <w:tbl>
      <w:tblPr>
        <w:tblW w:w="10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1938"/>
        <w:gridCol w:w="4443"/>
        <w:gridCol w:w="806"/>
      </w:tblGrid>
      <w:tr w:rsidR="000825A1" w:rsidRPr="00FE53A5" w14:paraId="63A0850E" w14:textId="77777777" w:rsidTr="0063140C">
        <w:trPr>
          <w:trHeight w:val="275"/>
        </w:trPr>
        <w:tc>
          <w:tcPr>
            <w:tcW w:w="5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E2609" w14:textId="77777777" w:rsidR="000825A1" w:rsidRPr="00FE53A5" w:rsidRDefault="000825A1" w:rsidP="0063140C">
            <w:pPr>
              <w:jc w:val="center"/>
            </w:pPr>
            <w:r w:rsidRPr="0063140C">
              <w:rPr>
                <w:b/>
              </w:rPr>
              <w:t>Who exposed:</w:t>
            </w:r>
          </w:p>
        </w:tc>
        <w:tc>
          <w:tcPr>
            <w:tcW w:w="52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E5EC20" w14:textId="77777777" w:rsidR="000825A1" w:rsidRPr="0063140C" w:rsidRDefault="000825A1">
            <w:pPr>
              <w:rPr>
                <w:b/>
              </w:rPr>
            </w:pPr>
            <w:r w:rsidRPr="00FE53A5">
              <w:t xml:space="preserve">                      </w:t>
            </w:r>
            <w:r w:rsidRPr="0063140C">
              <w:rPr>
                <w:b/>
              </w:rPr>
              <w:t>Type of assessment:</w:t>
            </w:r>
          </w:p>
        </w:tc>
      </w:tr>
      <w:tr w:rsidR="000825A1" w:rsidRPr="00FE53A5" w14:paraId="2C09B8BC" w14:textId="77777777" w:rsidTr="0063140C">
        <w:trPr>
          <w:trHeight w:val="275"/>
        </w:trPr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01D467A" w14:textId="77777777" w:rsidR="000825A1" w:rsidRPr="0063140C" w:rsidRDefault="000825A1">
            <w:pPr>
              <w:rPr>
                <w:b/>
              </w:rPr>
            </w:pPr>
            <w:r w:rsidRPr="0063140C">
              <w:rPr>
                <w:b/>
              </w:rPr>
              <w:t xml:space="preserve">             Employees</w:t>
            </w:r>
          </w:p>
        </w:tc>
        <w:tc>
          <w:tcPr>
            <w:tcW w:w="1938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256860" w14:textId="77777777" w:rsidR="000825A1" w:rsidRPr="0063140C" w:rsidRDefault="00157C3D" w:rsidP="0063140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b/>
              </w:rPr>
              <w:instrText xml:space="preserve"> FORMCHECKBOX </w:instrText>
            </w:r>
            <w:r w:rsidR="002C1589">
              <w:rPr>
                <w:b/>
              </w:rPr>
            </w:r>
            <w:r w:rsidR="002C1589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0"/>
          </w:p>
        </w:tc>
        <w:tc>
          <w:tcPr>
            <w:tcW w:w="4443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21EB3E" w14:textId="77777777" w:rsidR="000825A1" w:rsidRPr="0063140C" w:rsidRDefault="000825A1">
            <w:pPr>
              <w:rPr>
                <w:b/>
              </w:rPr>
            </w:pPr>
            <w:r w:rsidRPr="0063140C">
              <w:rPr>
                <w:b/>
              </w:rPr>
              <w:t xml:space="preserve">             Initial</w:t>
            </w:r>
          </w:p>
        </w:tc>
        <w:tc>
          <w:tcPr>
            <w:tcW w:w="80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5C4A5E1F" w14:textId="77777777" w:rsidR="000825A1" w:rsidRPr="00FE53A5" w:rsidRDefault="00157C3D" w:rsidP="0063140C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2C1589">
              <w:rPr>
                <w:b/>
              </w:rPr>
            </w:r>
            <w:r w:rsidR="002C1589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0825A1" w:rsidRPr="00FE53A5" w14:paraId="21DD5F91" w14:textId="77777777" w:rsidTr="0063140C">
        <w:trPr>
          <w:trHeight w:val="275"/>
        </w:trPr>
        <w:tc>
          <w:tcPr>
            <w:tcW w:w="352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00C63D" w14:textId="77777777" w:rsidR="000825A1" w:rsidRPr="0063140C" w:rsidRDefault="000825A1">
            <w:pPr>
              <w:rPr>
                <w:b/>
              </w:rPr>
            </w:pPr>
            <w:r w:rsidRPr="0063140C">
              <w:rPr>
                <w:b/>
              </w:rPr>
              <w:t xml:space="preserve">             Contractors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C1BFA5" w14:textId="77777777" w:rsidR="000825A1" w:rsidRPr="0063140C" w:rsidRDefault="00157C3D" w:rsidP="0063140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>
              <w:rPr>
                <w:b/>
              </w:rPr>
              <w:instrText xml:space="preserve"> FORMCHECKBOX </w:instrText>
            </w:r>
            <w:r w:rsidR="002C1589">
              <w:rPr>
                <w:b/>
              </w:rPr>
            </w:r>
            <w:r w:rsidR="002C1589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"/>
          </w:p>
        </w:tc>
        <w:tc>
          <w:tcPr>
            <w:tcW w:w="4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7E1DA3B" w14:textId="77777777" w:rsidR="000825A1" w:rsidRPr="0063140C" w:rsidRDefault="000825A1">
            <w:pPr>
              <w:rPr>
                <w:b/>
              </w:rPr>
            </w:pPr>
            <w:r w:rsidRPr="0063140C">
              <w:rPr>
                <w:b/>
              </w:rPr>
              <w:t xml:space="preserve">             Periodic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5E7DF99A" w14:textId="77777777" w:rsidR="000825A1" w:rsidRPr="00FE53A5" w:rsidRDefault="000825A1" w:rsidP="0063140C">
            <w:pPr>
              <w:jc w:val="center"/>
            </w:pPr>
            <w:r w:rsidRPr="0063140C">
              <w:rPr>
                <w:b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 w:rsidRPr="0063140C">
              <w:rPr>
                <w:b/>
              </w:rPr>
              <w:instrText xml:space="preserve"> FORMCHECKBOX </w:instrText>
            </w:r>
            <w:r w:rsidR="002C1589">
              <w:rPr>
                <w:b/>
              </w:rPr>
            </w:r>
            <w:r w:rsidR="002C1589">
              <w:rPr>
                <w:b/>
              </w:rPr>
              <w:fldChar w:fldCharType="separate"/>
            </w:r>
            <w:r w:rsidRPr="0063140C">
              <w:rPr>
                <w:b/>
              </w:rPr>
              <w:fldChar w:fldCharType="end"/>
            </w:r>
            <w:bookmarkEnd w:id="2"/>
          </w:p>
        </w:tc>
      </w:tr>
      <w:tr w:rsidR="000825A1" w:rsidRPr="00FE53A5" w14:paraId="1AEC2120" w14:textId="77777777" w:rsidTr="0063140C">
        <w:trPr>
          <w:trHeight w:val="275"/>
        </w:trPr>
        <w:tc>
          <w:tcPr>
            <w:tcW w:w="352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44A7F041" w14:textId="77777777" w:rsidR="000825A1" w:rsidRPr="0063140C" w:rsidRDefault="000825A1">
            <w:pPr>
              <w:rPr>
                <w:b/>
              </w:rPr>
            </w:pPr>
            <w:r w:rsidRPr="0063140C">
              <w:rPr>
                <w:b/>
              </w:rPr>
              <w:t xml:space="preserve">             Visitors / Members of </w:t>
            </w:r>
          </w:p>
          <w:p w14:paraId="79B8B863" w14:textId="77777777" w:rsidR="000825A1" w:rsidRPr="0063140C" w:rsidRDefault="000825A1">
            <w:pPr>
              <w:rPr>
                <w:b/>
              </w:rPr>
            </w:pPr>
            <w:r w:rsidRPr="0063140C">
              <w:rPr>
                <w:b/>
              </w:rPr>
              <w:t xml:space="preserve">             the public 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6B8CF" w14:textId="77777777" w:rsidR="000825A1" w:rsidRPr="0063140C" w:rsidRDefault="000825A1" w:rsidP="0063140C">
            <w:pPr>
              <w:jc w:val="center"/>
              <w:rPr>
                <w:b/>
              </w:rPr>
            </w:pPr>
            <w:r w:rsidRPr="0063140C">
              <w:rPr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" w:name="Check3"/>
            <w:r w:rsidRPr="0063140C">
              <w:rPr>
                <w:b/>
              </w:rPr>
              <w:instrText xml:space="preserve"> FORMCHECKBOX </w:instrText>
            </w:r>
            <w:r w:rsidR="002C1589">
              <w:rPr>
                <w:b/>
              </w:rPr>
            </w:r>
            <w:r w:rsidR="002C1589">
              <w:rPr>
                <w:b/>
              </w:rPr>
              <w:fldChar w:fldCharType="separate"/>
            </w:r>
            <w:r w:rsidRPr="0063140C">
              <w:rPr>
                <w:b/>
              </w:rPr>
              <w:fldChar w:fldCharType="end"/>
            </w:r>
            <w:bookmarkEnd w:id="3"/>
          </w:p>
        </w:tc>
        <w:tc>
          <w:tcPr>
            <w:tcW w:w="4443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516CA701" w14:textId="77777777" w:rsidR="000825A1" w:rsidRPr="0063140C" w:rsidRDefault="000825A1">
            <w:pPr>
              <w:rPr>
                <w:b/>
              </w:rPr>
            </w:pPr>
            <w:r w:rsidRPr="0063140C">
              <w:rPr>
                <w:b/>
              </w:rPr>
              <w:t xml:space="preserve">             Operational review</w:t>
            </w:r>
          </w:p>
        </w:tc>
        <w:tc>
          <w:tcPr>
            <w:tcW w:w="8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4FA7FB" w14:textId="77777777" w:rsidR="000825A1" w:rsidRPr="00FE53A5" w:rsidRDefault="00157C3D" w:rsidP="0063140C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2C1589">
              <w:rPr>
                <w:b/>
              </w:rPr>
            </w:r>
            <w:r w:rsidR="002C1589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</w:tbl>
    <w:p w14:paraId="6FBF9367" w14:textId="77777777" w:rsidR="006E0A78" w:rsidRPr="00FE53A5" w:rsidRDefault="006E0A78">
      <w:pPr>
        <w:rPr>
          <w:sz w:val="16"/>
          <w:szCs w:val="16"/>
        </w:rPr>
      </w:pPr>
    </w:p>
    <w:tbl>
      <w:tblPr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17"/>
        <w:gridCol w:w="1366"/>
        <w:gridCol w:w="713"/>
        <w:gridCol w:w="285"/>
        <w:gridCol w:w="1708"/>
        <w:gridCol w:w="657"/>
        <w:gridCol w:w="236"/>
        <w:gridCol w:w="1257"/>
        <w:gridCol w:w="730"/>
        <w:gridCol w:w="941"/>
      </w:tblGrid>
      <w:tr w:rsidR="000825A1" w:rsidRPr="00FE53A5" w14:paraId="1CE626F4" w14:textId="77777777" w:rsidTr="00BD0CEE">
        <w:trPr>
          <w:trHeight w:val="575"/>
        </w:trPr>
        <w:tc>
          <w:tcPr>
            <w:tcW w:w="2817" w:type="dxa"/>
            <w:shd w:val="clear" w:color="auto" w:fill="auto"/>
            <w:vAlign w:val="center"/>
          </w:tcPr>
          <w:p w14:paraId="2386BAE6" w14:textId="77777777" w:rsidR="000825A1" w:rsidRPr="0063140C" w:rsidRDefault="000825A1">
            <w:pPr>
              <w:rPr>
                <w:b/>
              </w:rPr>
            </w:pPr>
            <w:r w:rsidRPr="0063140C">
              <w:rPr>
                <w:b/>
              </w:rPr>
              <w:t>A</w:t>
            </w:r>
            <w:bookmarkStart w:id="4" w:name="Check6"/>
            <w:r w:rsidRPr="0063140C">
              <w:rPr>
                <w:b/>
              </w:rPr>
              <w:t xml:space="preserve">ssessment of risk with </w:t>
            </w:r>
            <w:r w:rsidRPr="0063140C">
              <w:rPr>
                <w:b/>
                <w:u w:val="single"/>
              </w:rPr>
              <w:t>no</w:t>
            </w:r>
            <w:r w:rsidRPr="0063140C">
              <w:rPr>
                <w:b/>
              </w:rPr>
              <w:t xml:space="preserve"> control measures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02BCD35D" w14:textId="77777777" w:rsidR="000825A1" w:rsidRPr="0063140C" w:rsidRDefault="000825A1" w:rsidP="0063140C">
            <w:pPr>
              <w:jc w:val="right"/>
              <w:rPr>
                <w:b/>
                <w:color w:val="FF0000"/>
                <w:sz w:val="28"/>
                <w:szCs w:val="28"/>
              </w:rPr>
            </w:pPr>
            <w:r w:rsidRPr="0063140C">
              <w:rPr>
                <w:b/>
                <w:color w:val="FF0000"/>
                <w:sz w:val="28"/>
                <w:szCs w:val="28"/>
              </w:rPr>
              <w:t>High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2105470B" w14:textId="77777777" w:rsidR="000825A1" w:rsidRPr="0063140C" w:rsidRDefault="000825A1">
            <w:pPr>
              <w:rPr>
                <w:sz w:val="28"/>
                <w:szCs w:val="28"/>
              </w:rPr>
            </w:pPr>
            <w:r w:rsidRPr="0063140C">
              <w:rPr>
                <w:sz w:val="28"/>
                <w:szCs w:val="2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" w:name="Check8"/>
            <w:r w:rsidRPr="0063140C">
              <w:rPr>
                <w:sz w:val="28"/>
                <w:szCs w:val="28"/>
              </w:rPr>
              <w:instrText xml:space="preserve"> FORMCHECKBOX </w:instrText>
            </w:r>
            <w:r w:rsidR="002C1589">
              <w:rPr>
                <w:sz w:val="28"/>
                <w:szCs w:val="28"/>
              </w:rPr>
            </w:r>
            <w:r w:rsidR="002C1589">
              <w:rPr>
                <w:sz w:val="28"/>
                <w:szCs w:val="28"/>
              </w:rPr>
              <w:fldChar w:fldCharType="separate"/>
            </w:r>
            <w:r w:rsidRPr="0063140C">
              <w:rPr>
                <w:sz w:val="28"/>
                <w:szCs w:val="28"/>
              </w:rPr>
              <w:fldChar w:fldCharType="end"/>
            </w:r>
            <w:bookmarkEnd w:id="5"/>
          </w:p>
        </w:tc>
        <w:tc>
          <w:tcPr>
            <w:tcW w:w="285" w:type="dxa"/>
            <w:shd w:val="clear" w:color="auto" w:fill="auto"/>
            <w:vAlign w:val="center"/>
          </w:tcPr>
          <w:p w14:paraId="62832393" w14:textId="77777777" w:rsidR="000825A1" w:rsidRPr="00FE53A5" w:rsidRDefault="000825A1"/>
        </w:tc>
        <w:tc>
          <w:tcPr>
            <w:tcW w:w="1708" w:type="dxa"/>
            <w:shd w:val="clear" w:color="auto" w:fill="auto"/>
            <w:vAlign w:val="center"/>
          </w:tcPr>
          <w:p w14:paraId="5BF8A02F" w14:textId="77777777" w:rsidR="000825A1" w:rsidRPr="0063140C" w:rsidRDefault="000825A1" w:rsidP="0063140C">
            <w:pPr>
              <w:jc w:val="right"/>
              <w:rPr>
                <w:b/>
                <w:color w:val="FF9900"/>
                <w:sz w:val="28"/>
                <w:szCs w:val="28"/>
              </w:rPr>
            </w:pPr>
            <w:r w:rsidRPr="0063140C">
              <w:rPr>
                <w:b/>
                <w:color w:val="FF9900"/>
                <w:sz w:val="28"/>
                <w:szCs w:val="28"/>
              </w:rPr>
              <w:t>Medium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6C26067C" w14:textId="77777777" w:rsidR="000825A1" w:rsidRPr="0063140C" w:rsidRDefault="000825A1">
            <w:pPr>
              <w:rPr>
                <w:sz w:val="28"/>
                <w:szCs w:val="28"/>
              </w:rPr>
            </w:pPr>
            <w:r w:rsidRPr="0063140C">
              <w:rPr>
                <w:sz w:val="28"/>
                <w:szCs w:val="2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7"/>
            <w:r w:rsidRPr="0063140C">
              <w:rPr>
                <w:sz w:val="28"/>
                <w:szCs w:val="28"/>
              </w:rPr>
              <w:instrText xml:space="preserve"> FORMCHECKBOX </w:instrText>
            </w:r>
            <w:r w:rsidR="002C1589">
              <w:rPr>
                <w:sz w:val="28"/>
                <w:szCs w:val="28"/>
              </w:rPr>
            </w:r>
            <w:r w:rsidR="002C1589">
              <w:rPr>
                <w:sz w:val="28"/>
                <w:szCs w:val="28"/>
              </w:rPr>
              <w:fldChar w:fldCharType="separate"/>
            </w:r>
            <w:r w:rsidRPr="0063140C">
              <w:rPr>
                <w:sz w:val="28"/>
                <w:szCs w:val="28"/>
              </w:rPr>
              <w:fldChar w:fldCharType="end"/>
            </w:r>
            <w:bookmarkEnd w:id="6"/>
          </w:p>
        </w:tc>
        <w:tc>
          <w:tcPr>
            <w:tcW w:w="236" w:type="dxa"/>
            <w:shd w:val="clear" w:color="auto" w:fill="auto"/>
            <w:vAlign w:val="center"/>
          </w:tcPr>
          <w:p w14:paraId="09D3B3F8" w14:textId="77777777" w:rsidR="000825A1" w:rsidRPr="0063140C" w:rsidRDefault="000825A1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19ABDA62" w14:textId="77777777" w:rsidR="000825A1" w:rsidRPr="0063140C" w:rsidRDefault="000825A1" w:rsidP="0063140C">
            <w:pPr>
              <w:jc w:val="right"/>
              <w:rPr>
                <w:b/>
                <w:color w:val="008000"/>
                <w:sz w:val="28"/>
                <w:szCs w:val="28"/>
              </w:rPr>
            </w:pPr>
            <w:r w:rsidRPr="0063140C">
              <w:rPr>
                <w:b/>
                <w:color w:val="008000"/>
                <w:sz w:val="28"/>
                <w:szCs w:val="28"/>
              </w:rPr>
              <w:t>Low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70E5984C" w14:textId="77777777" w:rsidR="000825A1" w:rsidRPr="0063140C" w:rsidRDefault="000825A1">
            <w:pPr>
              <w:rPr>
                <w:sz w:val="28"/>
                <w:szCs w:val="28"/>
              </w:rPr>
            </w:pPr>
            <w:r w:rsidRPr="0063140C">
              <w:rPr>
                <w:sz w:val="28"/>
                <w:szCs w:val="2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40C">
              <w:rPr>
                <w:sz w:val="28"/>
                <w:szCs w:val="28"/>
              </w:rPr>
              <w:instrText xml:space="preserve"> FORMCHECKBOX </w:instrText>
            </w:r>
            <w:r w:rsidR="002C1589">
              <w:rPr>
                <w:sz w:val="28"/>
                <w:szCs w:val="28"/>
              </w:rPr>
            </w:r>
            <w:r w:rsidR="002C1589">
              <w:rPr>
                <w:sz w:val="28"/>
                <w:szCs w:val="28"/>
              </w:rPr>
              <w:fldChar w:fldCharType="separate"/>
            </w:r>
            <w:r w:rsidRPr="0063140C">
              <w:rPr>
                <w:sz w:val="28"/>
                <w:szCs w:val="28"/>
              </w:rPr>
              <w:fldChar w:fldCharType="end"/>
            </w:r>
            <w:bookmarkEnd w:id="4"/>
          </w:p>
        </w:tc>
        <w:tc>
          <w:tcPr>
            <w:tcW w:w="941" w:type="dxa"/>
            <w:shd w:val="clear" w:color="auto" w:fill="auto"/>
            <w:vAlign w:val="center"/>
          </w:tcPr>
          <w:p w14:paraId="33108C61" w14:textId="77777777" w:rsidR="000825A1" w:rsidRPr="00FE53A5" w:rsidRDefault="000825A1"/>
        </w:tc>
      </w:tr>
    </w:tbl>
    <w:p w14:paraId="44711D95" w14:textId="77777777" w:rsidR="006E0A78" w:rsidRPr="00FE53A5" w:rsidRDefault="006E0A78">
      <w:pPr>
        <w:rPr>
          <w:sz w:val="16"/>
          <w:szCs w:val="16"/>
        </w:rPr>
      </w:pPr>
    </w:p>
    <w:tbl>
      <w:tblPr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6"/>
        <w:gridCol w:w="5244"/>
      </w:tblGrid>
      <w:tr w:rsidR="000825A1" w:rsidRPr="00FE53A5" w14:paraId="1A9304CF" w14:textId="77777777" w:rsidTr="0063140C"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8A6C9" w14:textId="77777777" w:rsidR="000825A1" w:rsidRPr="0063140C" w:rsidRDefault="000825A1" w:rsidP="0063140C">
            <w:pPr>
              <w:jc w:val="center"/>
              <w:rPr>
                <w:b/>
              </w:rPr>
            </w:pPr>
          </w:p>
          <w:p w14:paraId="0F7335B4" w14:textId="77777777" w:rsidR="000825A1" w:rsidRPr="0063140C" w:rsidRDefault="000825A1" w:rsidP="0063140C">
            <w:pPr>
              <w:jc w:val="center"/>
              <w:rPr>
                <w:b/>
              </w:rPr>
            </w:pPr>
            <w:r w:rsidRPr="0063140C">
              <w:rPr>
                <w:b/>
              </w:rPr>
              <w:t>Associated hazards:</w:t>
            </w:r>
          </w:p>
          <w:p w14:paraId="51DFF535" w14:textId="77777777" w:rsidR="000825A1" w:rsidRPr="0063140C" w:rsidRDefault="000825A1" w:rsidP="0063140C">
            <w:pPr>
              <w:jc w:val="center"/>
              <w:rPr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E2A6" w14:textId="77777777" w:rsidR="000825A1" w:rsidRPr="0063140C" w:rsidRDefault="000825A1" w:rsidP="0063140C">
            <w:pPr>
              <w:jc w:val="center"/>
              <w:rPr>
                <w:b/>
              </w:rPr>
            </w:pPr>
          </w:p>
          <w:p w14:paraId="76D9BF76" w14:textId="77777777" w:rsidR="000825A1" w:rsidRPr="0063140C" w:rsidRDefault="000825A1" w:rsidP="0063140C">
            <w:pPr>
              <w:jc w:val="center"/>
              <w:rPr>
                <w:b/>
              </w:rPr>
            </w:pPr>
            <w:r w:rsidRPr="0063140C">
              <w:rPr>
                <w:b/>
              </w:rPr>
              <w:t>Control measures in place</w:t>
            </w:r>
            <w:r w:rsidR="009E6AC6" w:rsidRPr="0063140C">
              <w:rPr>
                <w:b/>
              </w:rPr>
              <w:t>:</w:t>
            </w:r>
          </w:p>
        </w:tc>
      </w:tr>
      <w:tr w:rsidR="00BF25F0" w:rsidRPr="00FE53A5" w14:paraId="0631843D" w14:textId="77777777" w:rsidTr="00BF25F0"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C4541" w14:textId="77777777" w:rsidR="00BF25F0" w:rsidRPr="003F7991" w:rsidRDefault="00157C3D" w:rsidP="003F7991">
            <w:r>
              <w:t xml:space="preserve">Physical injury due to incorrect operation of kart including injuries from; crashing, spinning, moving parts, hot parts, mechanical failure of the kart.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9019" w14:textId="54CB2DFD" w:rsidR="00BF25F0" w:rsidRDefault="00157C3D" w:rsidP="00157C3D">
            <w:pPr>
              <w:numPr>
                <w:ilvl w:val="0"/>
                <w:numId w:val="102"/>
              </w:numPr>
            </w:pPr>
            <w:r>
              <w:t>All drivers are subject to a safety b</w:t>
            </w:r>
            <w:r w:rsidR="009F6A91">
              <w:t xml:space="preserve">riefing before operating a kart. </w:t>
            </w:r>
          </w:p>
          <w:p w14:paraId="12CA05D9" w14:textId="77777777" w:rsidR="00157C3D" w:rsidRDefault="00157C3D" w:rsidP="00157C3D">
            <w:pPr>
              <w:numPr>
                <w:ilvl w:val="0"/>
                <w:numId w:val="102"/>
              </w:numPr>
            </w:pPr>
            <w:r>
              <w:t xml:space="preserve">All drivers are provided with safety equipment to be worn </w:t>
            </w:r>
            <w:r w:rsidR="007977B5">
              <w:t xml:space="preserve">whilst operating the kart such as: helmet, flame retardant overalls, gloves, balaclavas/hair nets. </w:t>
            </w:r>
            <w:r>
              <w:t xml:space="preserve"> </w:t>
            </w:r>
          </w:p>
          <w:p w14:paraId="6B4F057C" w14:textId="77777777" w:rsidR="00157C3D" w:rsidRDefault="00157C3D" w:rsidP="00157C3D">
            <w:pPr>
              <w:numPr>
                <w:ilvl w:val="0"/>
                <w:numId w:val="102"/>
              </w:numPr>
            </w:pPr>
            <w:r>
              <w:t xml:space="preserve">Moving parts are covered with all the relevant </w:t>
            </w:r>
            <w:r w:rsidR="00F74C25">
              <w:t>safety guarding.</w:t>
            </w:r>
          </w:p>
          <w:p w14:paraId="519253F7" w14:textId="77777777" w:rsidR="00F74C25" w:rsidRDefault="00F74C25" w:rsidP="00157C3D">
            <w:pPr>
              <w:numPr>
                <w:ilvl w:val="0"/>
                <w:numId w:val="102"/>
              </w:numPr>
            </w:pPr>
            <w:r>
              <w:t xml:space="preserve">All karts are inspected daily by a trained mechanic and records of these inspections are documented. </w:t>
            </w:r>
          </w:p>
          <w:p w14:paraId="75AC168D" w14:textId="77777777" w:rsidR="007977B5" w:rsidRDefault="007977B5" w:rsidP="00157C3D">
            <w:pPr>
              <w:numPr>
                <w:ilvl w:val="0"/>
                <w:numId w:val="102"/>
              </w:numPr>
            </w:pPr>
            <w:r>
              <w:t xml:space="preserve">All hot parts are away from drivers reach; these parts are explained to the drivers during the safety briefing. </w:t>
            </w:r>
          </w:p>
          <w:p w14:paraId="65EA07AC" w14:textId="77777777" w:rsidR="007977B5" w:rsidRDefault="007977B5" w:rsidP="00157C3D">
            <w:pPr>
              <w:numPr>
                <w:ilvl w:val="0"/>
                <w:numId w:val="102"/>
              </w:numPr>
            </w:pPr>
            <w:r>
              <w:t xml:space="preserve">Drivers are advised to operate the kart to their own capabilities; any driver driving out of their comfort zone will be asked to pull out of the race and speak to a marshal until the marshal is </w:t>
            </w:r>
            <w:proofErr w:type="gramStart"/>
            <w:r>
              <w:t>satisfied</w:t>
            </w:r>
            <w:proofErr w:type="gramEnd"/>
            <w:r>
              <w:t xml:space="preserve"> they understand the risks of operating a kart. </w:t>
            </w:r>
          </w:p>
          <w:p w14:paraId="5E35336A" w14:textId="77777777" w:rsidR="007977B5" w:rsidRDefault="007977B5" w:rsidP="00157C3D">
            <w:pPr>
              <w:numPr>
                <w:ilvl w:val="0"/>
                <w:numId w:val="102"/>
              </w:numPr>
            </w:pPr>
            <w:r>
              <w:t xml:space="preserve">The track is fitted with safety barriers to comply with the HSE Guidance set out in HSG 200 and by the NKA (National Karting Association). </w:t>
            </w:r>
          </w:p>
          <w:p w14:paraId="11B01DF4" w14:textId="77777777" w:rsidR="0072238C" w:rsidRDefault="0072238C" w:rsidP="00157C3D">
            <w:pPr>
              <w:numPr>
                <w:ilvl w:val="0"/>
                <w:numId w:val="102"/>
              </w:numPr>
            </w:pPr>
            <w:r>
              <w:t xml:space="preserve">All track marshals are trained and competent. </w:t>
            </w:r>
          </w:p>
          <w:p w14:paraId="3A0252DC" w14:textId="6367C141" w:rsidR="009F6A91" w:rsidRPr="003F7991" w:rsidRDefault="009F6A91" w:rsidP="00157C3D">
            <w:pPr>
              <w:numPr>
                <w:ilvl w:val="0"/>
                <w:numId w:val="102"/>
              </w:numPr>
            </w:pPr>
            <w:r>
              <w:lastRenderedPageBreak/>
              <w:t xml:space="preserve">Any student operating the karts in an unsafe manner will be removed from the track immediately. </w:t>
            </w:r>
          </w:p>
        </w:tc>
      </w:tr>
      <w:tr w:rsidR="00BF25F0" w:rsidRPr="00FE53A5" w14:paraId="6E14FDC9" w14:textId="77777777" w:rsidTr="00BF25F0"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AC21F" w14:textId="77777777" w:rsidR="0044498C" w:rsidRDefault="0044498C" w:rsidP="0044498C">
            <w:pPr>
              <w:rPr>
                <w:b/>
              </w:rPr>
            </w:pPr>
            <w:r w:rsidRPr="008B17CA">
              <w:rPr>
                <w:b/>
              </w:rPr>
              <w:lastRenderedPageBreak/>
              <w:t>Track construction and layout</w:t>
            </w:r>
          </w:p>
          <w:p w14:paraId="15E5EE50" w14:textId="77777777" w:rsidR="0044498C" w:rsidRDefault="0044498C" w:rsidP="0044498C">
            <w:pPr>
              <w:rPr>
                <w:b/>
              </w:rPr>
            </w:pPr>
          </w:p>
          <w:p w14:paraId="30F43EBE" w14:textId="77777777" w:rsidR="00BF25F0" w:rsidRPr="003F7991" w:rsidRDefault="0044498C" w:rsidP="0044498C">
            <w:r>
              <w:t>Injuries due to crashing and collisions whilst operating a Honda GX 200cc BIZ Pro Kart.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7C409" w14:textId="77777777" w:rsidR="0044498C" w:rsidRDefault="0044498C" w:rsidP="0044498C">
            <w:r>
              <w:t xml:space="preserve">The track is constructed to NKA guidelines with the minimum space requirements and crash absorbency materials in place. </w:t>
            </w:r>
          </w:p>
          <w:p w14:paraId="1BC84BEA" w14:textId="77777777" w:rsidR="00BF25F0" w:rsidRPr="003F7991" w:rsidRDefault="0044498C" w:rsidP="0044498C">
            <w:r>
              <w:t xml:space="preserve">The track is designed to minimize the risk of crashes and collisions and to slow down </w:t>
            </w:r>
            <w:proofErr w:type="spellStart"/>
            <w:r>
              <w:t>karters</w:t>
            </w:r>
            <w:proofErr w:type="spellEnd"/>
            <w:r>
              <w:t xml:space="preserve"> when entering/exiting the pits.</w:t>
            </w:r>
          </w:p>
        </w:tc>
      </w:tr>
    </w:tbl>
    <w:p w14:paraId="4322C9A9" w14:textId="77777777" w:rsidR="00D8290E" w:rsidRDefault="00D8290E"/>
    <w:tbl>
      <w:tblPr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10"/>
      </w:tblGrid>
      <w:tr w:rsidR="000825A1" w:rsidRPr="00FE53A5" w14:paraId="7ED293E7" w14:textId="77777777" w:rsidTr="0063140C">
        <w:tc>
          <w:tcPr>
            <w:tcW w:w="10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3575" w14:textId="773C97EC" w:rsidR="000825A1" w:rsidRPr="008A3924" w:rsidRDefault="000825A1" w:rsidP="009F6A91">
            <w:r w:rsidRPr="0063140C">
              <w:rPr>
                <w:b/>
              </w:rPr>
              <w:t>PPE Issued:</w:t>
            </w:r>
            <w:r w:rsidRPr="008A3924">
              <w:t xml:space="preserve"> </w:t>
            </w:r>
            <w:r w:rsidR="007977B5">
              <w:t>Helmet, Overalls, Gloves, Balaclava</w:t>
            </w:r>
            <w:r w:rsidR="009F6A91">
              <w:t>.</w:t>
            </w:r>
            <w:r w:rsidR="007977B5">
              <w:t xml:space="preserve"> </w:t>
            </w:r>
          </w:p>
        </w:tc>
      </w:tr>
    </w:tbl>
    <w:p w14:paraId="6F811347" w14:textId="77777777" w:rsidR="00D8290E" w:rsidRDefault="00D8290E"/>
    <w:tbl>
      <w:tblPr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17"/>
        <w:gridCol w:w="1366"/>
        <w:gridCol w:w="713"/>
        <w:gridCol w:w="285"/>
        <w:gridCol w:w="1708"/>
        <w:gridCol w:w="657"/>
        <w:gridCol w:w="236"/>
        <w:gridCol w:w="1257"/>
        <w:gridCol w:w="730"/>
        <w:gridCol w:w="941"/>
      </w:tblGrid>
      <w:tr w:rsidR="000825A1" w:rsidRPr="00FE53A5" w14:paraId="73BDEA4F" w14:textId="77777777" w:rsidTr="0063140C">
        <w:trPr>
          <w:trHeight w:val="704"/>
        </w:trPr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45CD8F7E" w14:textId="77777777" w:rsidR="000825A1" w:rsidRPr="0063140C" w:rsidRDefault="000825A1">
            <w:pPr>
              <w:rPr>
                <w:b/>
              </w:rPr>
            </w:pPr>
            <w:r w:rsidRPr="0063140C">
              <w:rPr>
                <w:b/>
              </w:rPr>
              <w:t xml:space="preserve">Assessment of risk with </w:t>
            </w:r>
            <w:r w:rsidRPr="0063140C">
              <w:rPr>
                <w:b/>
                <w:u w:val="single"/>
              </w:rPr>
              <w:t>existing</w:t>
            </w:r>
            <w:r w:rsidRPr="0063140C">
              <w:rPr>
                <w:b/>
              </w:rPr>
              <w:t xml:space="preserve"> control measures</w:t>
            </w:r>
          </w:p>
        </w:tc>
        <w:tc>
          <w:tcPr>
            <w:tcW w:w="13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7A06A29F" w14:textId="77777777" w:rsidR="000825A1" w:rsidRPr="0063140C" w:rsidRDefault="000825A1" w:rsidP="0063140C">
            <w:pPr>
              <w:jc w:val="right"/>
              <w:rPr>
                <w:b/>
                <w:color w:val="FF0000"/>
                <w:sz w:val="28"/>
                <w:szCs w:val="28"/>
              </w:rPr>
            </w:pPr>
            <w:r w:rsidRPr="0063140C">
              <w:rPr>
                <w:b/>
                <w:color w:val="FF0000"/>
                <w:sz w:val="28"/>
                <w:szCs w:val="28"/>
              </w:rPr>
              <w:t>High</w:t>
            </w: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6B99A366" w14:textId="77777777" w:rsidR="000825A1" w:rsidRPr="0063140C" w:rsidRDefault="003F79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2C1589">
              <w:rPr>
                <w:sz w:val="28"/>
                <w:szCs w:val="28"/>
              </w:rPr>
            </w:r>
            <w:r w:rsidR="002C1589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001E60CB" w14:textId="77777777" w:rsidR="000825A1" w:rsidRPr="00FE53A5" w:rsidRDefault="000825A1"/>
        </w:tc>
        <w:tc>
          <w:tcPr>
            <w:tcW w:w="1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2873EC0B" w14:textId="77777777" w:rsidR="000825A1" w:rsidRPr="0063140C" w:rsidRDefault="000825A1" w:rsidP="0063140C">
            <w:pPr>
              <w:jc w:val="right"/>
              <w:rPr>
                <w:b/>
                <w:color w:val="FF9900"/>
                <w:sz w:val="28"/>
                <w:szCs w:val="28"/>
              </w:rPr>
            </w:pPr>
            <w:r w:rsidRPr="0063140C">
              <w:rPr>
                <w:b/>
                <w:color w:val="FF9900"/>
                <w:sz w:val="28"/>
                <w:szCs w:val="28"/>
              </w:rPr>
              <w:t>Medium</w:t>
            </w:r>
          </w:p>
        </w:tc>
        <w:tc>
          <w:tcPr>
            <w:tcW w:w="6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0233207E" w14:textId="77777777" w:rsidR="000825A1" w:rsidRPr="0063140C" w:rsidRDefault="003F79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2C1589">
              <w:rPr>
                <w:sz w:val="28"/>
                <w:szCs w:val="28"/>
              </w:rPr>
            </w:r>
            <w:r w:rsidR="002C1589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7E723000" w14:textId="77777777" w:rsidR="000825A1" w:rsidRPr="0063140C" w:rsidRDefault="000825A1">
            <w:pPr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7DA872F9" w14:textId="77777777" w:rsidR="000825A1" w:rsidRPr="0063140C" w:rsidRDefault="000825A1" w:rsidP="0063140C">
            <w:pPr>
              <w:jc w:val="right"/>
              <w:rPr>
                <w:b/>
                <w:color w:val="008000"/>
                <w:sz w:val="28"/>
                <w:szCs w:val="28"/>
              </w:rPr>
            </w:pPr>
            <w:r w:rsidRPr="0063140C">
              <w:rPr>
                <w:b/>
                <w:color w:val="008000"/>
                <w:sz w:val="28"/>
                <w:szCs w:val="28"/>
              </w:rPr>
              <w:t>Low</w:t>
            </w: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424FBEDB" w14:textId="77777777" w:rsidR="000825A1" w:rsidRPr="0063140C" w:rsidRDefault="000825A1">
            <w:pPr>
              <w:rPr>
                <w:sz w:val="28"/>
                <w:szCs w:val="28"/>
              </w:rPr>
            </w:pPr>
            <w:r w:rsidRPr="0063140C">
              <w:rPr>
                <w:sz w:val="28"/>
                <w:szCs w:val="2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40C">
              <w:rPr>
                <w:sz w:val="28"/>
                <w:szCs w:val="28"/>
              </w:rPr>
              <w:instrText xml:space="preserve"> FORMCHECKBOX </w:instrText>
            </w:r>
            <w:r w:rsidR="002C1589">
              <w:rPr>
                <w:sz w:val="28"/>
                <w:szCs w:val="28"/>
              </w:rPr>
            </w:r>
            <w:r w:rsidR="002C1589">
              <w:rPr>
                <w:sz w:val="28"/>
                <w:szCs w:val="28"/>
              </w:rPr>
              <w:fldChar w:fldCharType="separate"/>
            </w:r>
            <w:r w:rsidRPr="0063140C">
              <w:rPr>
                <w:sz w:val="28"/>
                <w:szCs w:val="28"/>
              </w:rPr>
              <w:fldChar w:fldCharType="end"/>
            </w: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9AFE7" w14:textId="77777777" w:rsidR="000825A1" w:rsidRPr="00FE53A5" w:rsidRDefault="000825A1"/>
        </w:tc>
      </w:tr>
    </w:tbl>
    <w:p w14:paraId="57D2DE25" w14:textId="77777777" w:rsidR="008F1E86" w:rsidRDefault="008F1E86">
      <w:pPr>
        <w:rPr>
          <w:sz w:val="16"/>
          <w:szCs w:val="16"/>
        </w:rPr>
      </w:pPr>
    </w:p>
    <w:tbl>
      <w:tblPr>
        <w:tblW w:w="107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0"/>
        <w:gridCol w:w="1526"/>
        <w:gridCol w:w="488"/>
        <w:gridCol w:w="722"/>
        <w:gridCol w:w="1482"/>
        <w:gridCol w:w="570"/>
        <w:gridCol w:w="342"/>
      </w:tblGrid>
      <w:tr w:rsidR="000825A1" w:rsidRPr="0063140C" w14:paraId="6D0E6FD7" w14:textId="77777777" w:rsidTr="0063140C">
        <w:trPr>
          <w:trHeight w:val="500"/>
        </w:trPr>
        <w:tc>
          <w:tcPr>
            <w:tcW w:w="5580" w:type="dxa"/>
            <w:shd w:val="clear" w:color="auto" w:fill="auto"/>
            <w:vAlign w:val="center"/>
          </w:tcPr>
          <w:p w14:paraId="4FA11E9C" w14:textId="77777777" w:rsidR="000825A1" w:rsidRPr="0063140C" w:rsidRDefault="000825A1">
            <w:pPr>
              <w:rPr>
                <w:b/>
                <w:sz w:val="28"/>
                <w:szCs w:val="28"/>
              </w:rPr>
            </w:pPr>
            <w:r w:rsidRPr="0063140C">
              <w:rPr>
                <w:b/>
                <w:sz w:val="28"/>
                <w:szCs w:val="28"/>
              </w:rPr>
              <w:t>Are additional control measures required: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73203976" w14:textId="77777777" w:rsidR="000825A1" w:rsidRPr="0063140C" w:rsidRDefault="000825A1" w:rsidP="0063140C">
            <w:pPr>
              <w:jc w:val="right"/>
              <w:rPr>
                <w:b/>
                <w:sz w:val="28"/>
                <w:szCs w:val="28"/>
              </w:rPr>
            </w:pPr>
            <w:r w:rsidRPr="0063140C">
              <w:rPr>
                <w:b/>
                <w:sz w:val="28"/>
                <w:szCs w:val="28"/>
              </w:rPr>
              <w:t>YES</w:t>
            </w:r>
          </w:p>
        </w:tc>
        <w:bookmarkStart w:id="7" w:name="Check9"/>
        <w:tc>
          <w:tcPr>
            <w:tcW w:w="488" w:type="dxa"/>
            <w:shd w:val="clear" w:color="auto" w:fill="auto"/>
            <w:vAlign w:val="center"/>
          </w:tcPr>
          <w:p w14:paraId="36494832" w14:textId="77777777" w:rsidR="000825A1" w:rsidRPr="0063140C" w:rsidRDefault="003F799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8"/>
                <w:szCs w:val="28"/>
              </w:rPr>
              <w:instrText xml:space="preserve"> FORMCHECKBOX </w:instrText>
            </w:r>
            <w:r w:rsidR="002C1589">
              <w:rPr>
                <w:b/>
                <w:sz w:val="28"/>
                <w:szCs w:val="28"/>
              </w:rPr>
            </w:r>
            <w:r w:rsidR="002C1589"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sz w:val="28"/>
                <w:szCs w:val="28"/>
              </w:rPr>
              <w:fldChar w:fldCharType="end"/>
            </w:r>
            <w:bookmarkEnd w:id="7"/>
          </w:p>
        </w:tc>
        <w:tc>
          <w:tcPr>
            <w:tcW w:w="722" w:type="dxa"/>
            <w:shd w:val="clear" w:color="auto" w:fill="auto"/>
            <w:vAlign w:val="center"/>
          </w:tcPr>
          <w:p w14:paraId="34638865" w14:textId="77777777" w:rsidR="000825A1" w:rsidRPr="0063140C" w:rsidRDefault="000825A1">
            <w:pPr>
              <w:rPr>
                <w:b/>
                <w:sz w:val="28"/>
                <w:szCs w:val="28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14:paraId="6974698C" w14:textId="77777777" w:rsidR="000825A1" w:rsidRPr="0063140C" w:rsidRDefault="000825A1" w:rsidP="0063140C">
            <w:pPr>
              <w:jc w:val="right"/>
              <w:rPr>
                <w:b/>
                <w:sz w:val="28"/>
                <w:szCs w:val="28"/>
              </w:rPr>
            </w:pPr>
            <w:r w:rsidRPr="0063140C">
              <w:rPr>
                <w:b/>
                <w:sz w:val="28"/>
                <w:szCs w:val="28"/>
              </w:rPr>
              <w:t>NO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32021E6A" w14:textId="77777777" w:rsidR="000825A1" w:rsidRPr="00B7576E" w:rsidRDefault="003F7991" w:rsidP="0063140C">
            <w:pPr>
              <w:jc w:val="center"/>
              <w:rPr>
                <w:b/>
                <w:sz w:val="28"/>
                <w:szCs w:val="28"/>
              </w:rPr>
            </w:pPr>
            <w:r w:rsidRPr="00B7576E"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7576E">
              <w:rPr>
                <w:sz w:val="28"/>
                <w:szCs w:val="28"/>
              </w:rPr>
              <w:instrText xml:space="preserve"> FORMCHECKBOX </w:instrText>
            </w:r>
            <w:r w:rsidR="002C1589">
              <w:rPr>
                <w:sz w:val="28"/>
                <w:szCs w:val="28"/>
              </w:rPr>
            </w:r>
            <w:r w:rsidR="002C1589">
              <w:rPr>
                <w:sz w:val="28"/>
                <w:szCs w:val="28"/>
              </w:rPr>
              <w:fldChar w:fldCharType="separate"/>
            </w:r>
            <w:r w:rsidRPr="00B7576E">
              <w:rPr>
                <w:sz w:val="28"/>
                <w:szCs w:val="28"/>
              </w:rPr>
              <w:fldChar w:fldCharType="end"/>
            </w:r>
          </w:p>
        </w:tc>
        <w:tc>
          <w:tcPr>
            <w:tcW w:w="342" w:type="dxa"/>
            <w:shd w:val="clear" w:color="auto" w:fill="auto"/>
            <w:vAlign w:val="center"/>
          </w:tcPr>
          <w:p w14:paraId="16559A55" w14:textId="77777777" w:rsidR="000825A1" w:rsidRPr="0063140C" w:rsidRDefault="000825A1">
            <w:pPr>
              <w:rPr>
                <w:b/>
                <w:sz w:val="28"/>
                <w:szCs w:val="28"/>
              </w:rPr>
            </w:pPr>
          </w:p>
        </w:tc>
      </w:tr>
    </w:tbl>
    <w:p w14:paraId="5DE57773" w14:textId="77777777" w:rsidR="000825A1" w:rsidRPr="00FE53A5" w:rsidRDefault="000825A1">
      <w:pPr>
        <w:rPr>
          <w:sz w:val="16"/>
          <w:szCs w:val="16"/>
        </w:rPr>
      </w:pPr>
    </w:p>
    <w:tbl>
      <w:tblPr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8"/>
        <w:gridCol w:w="1083"/>
        <w:gridCol w:w="1596"/>
        <w:gridCol w:w="1533"/>
      </w:tblGrid>
      <w:tr w:rsidR="000825A1" w:rsidRPr="00FE53A5" w14:paraId="37445DAC" w14:textId="77777777" w:rsidTr="00BD0CEE"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469CB" w14:textId="77777777" w:rsidR="000825A1" w:rsidRPr="0063140C" w:rsidRDefault="000825A1">
            <w:pPr>
              <w:rPr>
                <w:b/>
              </w:rPr>
            </w:pPr>
            <w:r w:rsidRPr="0063140C">
              <w:rPr>
                <w:b/>
              </w:rPr>
              <w:t>Additional control measures identified: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auto"/>
          </w:tcPr>
          <w:p w14:paraId="5AFB639E" w14:textId="77777777" w:rsidR="000825A1" w:rsidRPr="0063140C" w:rsidRDefault="000825A1" w:rsidP="0063140C">
            <w:pPr>
              <w:jc w:val="center"/>
              <w:rPr>
                <w:b/>
              </w:rPr>
            </w:pPr>
            <w:r w:rsidRPr="0063140C">
              <w:rPr>
                <w:b/>
              </w:rPr>
              <w:t>Priority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shd w:val="clear" w:color="auto" w:fill="auto"/>
          </w:tcPr>
          <w:p w14:paraId="79297A30" w14:textId="77777777" w:rsidR="000825A1" w:rsidRPr="0063140C" w:rsidRDefault="000825A1" w:rsidP="0063140C">
            <w:pPr>
              <w:jc w:val="center"/>
              <w:rPr>
                <w:b/>
              </w:rPr>
            </w:pPr>
            <w:r w:rsidRPr="0063140C">
              <w:rPr>
                <w:b/>
              </w:rPr>
              <w:t>Completed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shd w:val="clear" w:color="auto" w:fill="auto"/>
          </w:tcPr>
          <w:p w14:paraId="474182D1" w14:textId="77777777" w:rsidR="000825A1" w:rsidRPr="0063140C" w:rsidRDefault="000825A1" w:rsidP="0063140C">
            <w:pPr>
              <w:jc w:val="center"/>
              <w:rPr>
                <w:b/>
              </w:rPr>
            </w:pPr>
            <w:r w:rsidRPr="0063140C">
              <w:rPr>
                <w:b/>
              </w:rPr>
              <w:t>Sign</w:t>
            </w:r>
          </w:p>
        </w:tc>
      </w:tr>
      <w:tr w:rsidR="00BF25F0" w:rsidRPr="00FE53A5" w14:paraId="267DE190" w14:textId="77777777" w:rsidTr="00E8135A">
        <w:trPr>
          <w:trHeight w:val="110"/>
        </w:trPr>
        <w:tc>
          <w:tcPr>
            <w:tcW w:w="64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CA6FD7" w14:textId="77777777" w:rsidR="00BF25F0" w:rsidRPr="007A51D9" w:rsidRDefault="00BF25F0" w:rsidP="007A51D9"/>
        </w:tc>
        <w:tc>
          <w:tcPr>
            <w:tcW w:w="1083" w:type="dxa"/>
            <w:shd w:val="clear" w:color="auto" w:fill="auto"/>
            <w:vAlign w:val="center"/>
          </w:tcPr>
          <w:p w14:paraId="75317B92" w14:textId="77777777" w:rsidR="00BF25F0" w:rsidRPr="007A51D9" w:rsidRDefault="00BF25F0" w:rsidP="007A51D9"/>
        </w:tc>
        <w:tc>
          <w:tcPr>
            <w:tcW w:w="1596" w:type="dxa"/>
            <w:shd w:val="clear" w:color="auto" w:fill="auto"/>
          </w:tcPr>
          <w:p w14:paraId="065E8289" w14:textId="77777777" w:rsidR="00BF25F0" w:rsidRPr="007A51D9" w:rsidRDefault="00BF25F0" w:rsidP="007A51D9"/>
        </w:tc>
        <w:tc>
          <w:tcPr>
            <w:tcW w:w="1533" w:type="dxa"/>
            <w:shd w:val="clear" w:color="auto" w:fill="auto"/>
          </w:tcPr>
          <w:p w14:paraId="72C263DC" w14:textId="77777777" w:rsidR="00BF25F0" w:rsidRPr="00FE53A5" w:rsidRDefault="00BF25F0" w:rsidP="0063140C">
            <w:pPr>
              <w:jc w:val="center"/>
            </w:pPr>
          </w:p>
        </w:tc>
      </w:tr>
      <w:tr w:rsidR="00BF25F0" w:rsidRPr="00FE53A5" w14:paraId="0042364E" w14:textId="77777777" w:rsidTr="00E8135A">
        <w:trPr>
          <w:trHeight w:val="242"/>
        </w:trPr>
        <w:tc>
          <w:tcPr>
            <w:tcW w:w="64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4327DB" w14:textId="77777777" w:rsidR="00BF25F0" w:rsidRPr="007A51D9" w:rsidRDefault="00BF25F0" w:rsidP="007A51D9"/>
        </w:tc>
        <w:tc>
          <w:tcPr>
            <w:tcW w:w="1083" w:type="dxa"/>
            <w:shd w:val="clear" w:color="auto" w:fill="auto"/>
            <w:vAlign w:val="center"/>
          </w:tcPr>
          <w:p w14:paraId="195CCE88" w14:textId="77777777" w:rsidR="00BF25F0" w:rsidRPr="007A51D9" w:rsidRDefault="00BF25F0" w:rsidP="007A51D9"/>
        </w:tc>
        <w:tc>
          <w:tcPr>
            <w:tcW w:w="1596" w:type="dxa"/>
            <w:shd w:val="clear" w:color="auto" w:fill="auto"/>
          </w:tcPr>
          <w:p w14:paraId="186C064F" w14:textId="77777777" w:rsidR="00BF25F0" w:rsidRPr="007A51D9" w:rsidRDefault="00BF25F0" w:rsidP="007A51D9"/>
        </w:tc>
        <w:tc>
          <w:tcPr>
            <w:tcW w:w="1533" w:type="dxa"/>
            <w:shd w:val="clear" w:color="auto" w:fill="auto"/>
          </w:tcPr>
          <w:p w14:paraId="033AC272" w14:textId="77777777" w:rsidR="00BF25F0" w:rsidRPr="00FE53A5" w:rsidRDefault="00BF25F0" w:rsidP="0063140C">
            <w:pPr>
              <w:jc w:val="center"/>
            </w:pPr>
          </w:p>
        </w:tc>
      </w:tr>
      <w:tr w:rsidR="00BF25F0" w:rsidRPr="00FE53A5" w14:paraId="1779EEF2" w14:textId="77777777" w:rsidTr="00E8135A">
        <w:trPr>
          <w:trHeight w:val="104"/>
        </w:trPr>
        <w:tc>
          <w:tcPr>
            <w:tcW w:w="64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2A0C3C" w14:textId="77777777" w:rsidR="00BF25F0" w:rsidRPr="007A51D9" w:rsidRDefault="00BF25F0" w:rsidP="007A51D9"/>
        </w:tc>
        <w:tc>
          <w:tcPr>
            <w:tcW w:w="1083" w:type="dxa"/>
            <w:shd w:val="clear" w:color="auto" w:fill="auto"/>
            <w:vAlign w:val="center"/>
          </w:tcPr>
          <w:p w14:paraId="7323FF41" w14:textId="77777777" w:rsidR="00BF25F0" w:rsidRPr="007A51D9" w:rsidRDefault="00BF25F0" w:rsidP="007A51D9"/>
        </w:tc>
        <w:tc>
          <w:tcPr>
            <w:tcW w:w="1596" w:type="dxa"/>
            <w:shd w:val="clear" w:color="auto" w:fill="auto"/>
          </w:tcPr>
          <w:p w14:paraId="470449AC" w14:textId="77777777" w:rsidR="00BF25F0" w:rsidRPr="007A51D9" w:rsidRDefault="00BF25F0" w:rsidP="007A51D9"/>
        </w:tc>
        <w:tc>
          <w:tcPr>
            <w:tcW w:w="1533" w:type="dxa"/>
            <w:shd w:val="clear" w:color="auto" w:fill="auto"/>
          </w:tcPr>
          <w:p w14:paraId="0A8B2793" w14:textId="77777777" w:rsidR="00BF25F0" w:rsidRPr="00FE53A5" w:rsidRDefault="00BF25F0" w:rsidP="0063140C">
            <w:pPr>
              <w:jc w:val="center"/>
            </w:pPr>
          </w:p>
        </w:tc>
      </w:tr>
      <w:tr w:rsidR="00BF25F0" w:rsidRPr="00FE53A5" w14:paraId="364AA1FC" w14:textId="77777777" w:rsidTr="00E8135A">
        <w:trPr>
          <w:trHeight w:val="250"/>
        </w:trPr>
        <w:tc>
          <w:tcPr>
            <w:tcW w:w="64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D08AC3" w14:textId="77777777" w:rsidR="00BF25F0" w:rsidRPr="007A51D9" w:rsidRDefault="00BF25F0" w:rsidP="007A51D9"/>
        </w:tc>
        <w:tc>
          <w:tcPr>
            <w:tcW w:w="1083" w:type="dxa"/>
            <w:shd w:val="clear" w:color="auto" w:fill="auto"/>
            <w:vAlign w:val="center"/>
          </w:tcPr>
          <w:p w14:paraId="4A68344E" w14:textId="77777777" w:rsidR="00BF25F0" w:rsidRPr="007A51D9" w:rsidRDefault="00BF25F0" w:rsidP="007A51D9"/>
        </w:tc>
        <w:tc>
          <w:tcPr>
            <w:tcW w:w="1596" w:type="dxa"/>
            <w:shd w:val="clear" w:color="auto" w:fill="auto"/>
          </w:tcPr>
          <w:p w14:paraId="1AAB6988" w14:textId="77777777" w:rsidR="00BF25F0" w:rsidRPr="007A51D9" w:rsidRDefault="00BF25F0" w:rsidP="007A51D9"/>
        </w:tc>
        <w:tc>
          <w:tcPr>
            <w:tcW w:w="1533" w:type="dxa"/>
            <w:shd w:val="clear" w:color="auto" w:fill="auto"/>
          </w:tcPr>
          <w:p w14:paraId="3CFC4E0A" w14:textId="77777777" w:rsidR="00BF25F0" w:rsidRPr="00FE53A5" w:rsidRDefault="00BF25F0" w:rsidP="0063140C">
            <w:pPr>
              <w:jc w:val="center"/>
            </w:pPr>
          </w:p>
        </w:tc>
      </w:tr>
      <w:tr w:rsidR="00BF25F0" w:rsidRPr="00FE53A5" w14:paraId="0EB438DE" w14:textId="77777777" w:rsidTr="00E8135A">
        <w:trPr>
          <w:trHeight w:val="240"/>
        </w:trPr>
        <w:tc>
          <w:tcPr>
            <w:tcW w:w="64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51DE8" w14:textId="77777777" w:rsidR="00BF25F0" w:rsidRPr="007A51D9" w:rsidRDefault="00BF25F0" w:rsidP="007A51D9"/>
        </w:tc>
        <w:tc>
          <w:tcPr>
            <w:tcW w:w="1083" w:type="dxa"/>
            <w:shd w:val="clear" w:color="auto" w:fill="auto"/>
            <w:vAlign w:val="center"/>
          </w:tcPr>
          <w:p w14:paraId="58C9338F" w14:textId="77777777" w:rsidR="00BF25F0" w:rsidRPr="007A51D9" w:rsidRDefault="00BF25F0" w:rsidP="007A51D9"/>
        </w:tc>
        <w:tc>
          <w:tcPr>
            <w:tcW w:w="1596" w:type="dxa"/>
            <w:shd w:val="clear" w:color="auto" w:fill="auto"/>
          </w:tcPr>
          <w:p w14:paraId="39CBCC77" w14:textId="77777777" w:rsidR="00BF25F0" w:rsidRPr="007A51D9" w:rsidRDefault="00BF25F0" w:rsidP="007A51D9"/>
        </w:tc>
        <w:tc>
          <w:tcPr>
            <w:tcW w:w="1533" w:type="dxa"/>
            <w:shd w:val="clear" w:color="auto" w:fill="auto"/>
          </w:tcPr>
          <w:p w14:paraId="5A6FD110" w14:textId="77777777" w:rsidR="00BF25F0" w:rsidRPr="00FE53A5" w:rsidRDefault="00BF25F0" w:rsidP="0063140C">
            <w:pPr>
              <w:jc w:val="center"/>
            </w:pPr>
          </w:p>
        </w:tc>
      </w:tr>
      <w:tr w:rsidR="00BF25F0" w:rsidRPr="00FE53A5" w14:paraId="2492895D" w14:textId="77777777" w:rsidTr="00E8135A">
        <w:trPr>
          <w:trHeight w:val="102"/>
        </w:trPr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F65F43" w14:textId="77777777" w:rsidR="00BF25F0" w:rsidRPr="007A51D9" w:rsidRDefault="00BF25F0" w:rsidP="007A51D9"/>
        </w:tc>
        <w:tc>
          <w:tcPr>
            <w:tcW w:w="1083" w:type="dxa"/>
            <w:shd w:val="clear" w:color="auto" w:fill="auto"/>
            <w:vAlign w:val="center"/>
          </w:tcPr>
          <w:p w14:paraId="30B1532D" w14:textId="77777777" w:rsidR="00BF25F0" w:rsidRPr="007A51D9" w:rsidRDefault="00BF25F0" w:rsidP="007A51D9"/>
        </w:tc>
        <w:tc>
          <w:tcPr>
            <w:tcW w:w="1596" w:type="dxa"/>
            <w:shd w:val="clear" w:color="auto" w:fill="auto"/>
          </w:tcPr>
          <w:p w14:paraId="1DD0A3EA" w14:textId="77777777" w:rsidR="00BF25F0" w:rsidRPr="007A51D9" w:rsidRDefault="00BF25F0" w:rsidP="007A51D9"/>
        </w:tc>
        <w:tc>
          <w:tcPr>
            <w:tcW w:w="1533" w:type="dxa"/>
            <w:shd w:val="clear" w:color="auto" w:fill="auto"/>
          </w:tcPr>
          <w:p w14:paraId="682D152F" w14:textId="77777777" w:rsidR="00BF25F0" w:rsidRPr="00FE53A5" w:rsidRDefault="00BF25F0" w:rsidP="0063140C">
            <w:pPr>
              <w:jc w:val="center"/>
            </w:pPr>
          </w:p>
        </w:tc>
      </w:tr>
      <w:tr w:rsidR="00BF25F0" w:rsidRPr="00FE53A5" w14:paraId="44C5CC69" w14:textId="77777777" w:rsidTr="00E8135A">
        <w:trPr>
          <w:trHeight w:val="102"/>
        </w:trPr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AC6DBC" w14:textId="77777777" w:rsidR="00BF25F0" w:rsidRPr="007A51D9" w:rsidRDefault="00BF25F0" w:rsidP="007A51D9"/>
        </w:tc>
        <w:tc>
          <w:tcPr>
            <w:tcW w:w="1083" w:type="dxa"/>
            <w:shd w:val="clear" w:color="auto" w:fill="auto"/>
            <w:vAlign w:val="center"/>
          </w:tcPr>
          <w:p w14:paraId="05FA7A93" w14:textId="77777777" w:rsidR="00BF25F0" w:rsidRPr="007A51D9" w:rsidRDefault="00BF25F0" w:rsidP="007A51D9"/>
        </w:tc>
        <w:tc>
          <w:tcPr>
            <w:tcW w:w="1596" w:type="dxa"/>
            <w:shd w:val="clear" w:color="auto" w:fill="auto"/>
          </w:tcPr>
          <w:p w14:paraId="753D127F" w14:textId="77777777" w:rsidR="00BF25F0" w:rsidRPr="007A51D9" w:rsidRDefault="00BF25F0" w:rsidP="007A51D9"/>
        </w:tc>
        <w:tc>
          <w:tcPr>
            <w:tcW w:w="1533" w:type="dxa"/>
            <w:shd w:val="clear" w:color="auto" w:fill="auto"/>
          </w:tcPr>
          <w:p w14:paraId="42FB7BB6" w14:textId="77777777" w:rsidR="00BF25F0" w:rsidRPr="00FE53A5" w:rsidRDefault="00BF25F0" w:rsidP="0063140C">
            <w:pPr>
              <w:jc w:val="center"/>
            </w:pPr>
          </w:p>
        </w:tc>
      </w:tr>
      <w:tr w:rsidR="00BF25F0" w:rsidRPr="00FE53A5" w14:paraId="7CB2E0C3" w14:textId="77777777" w:rsidTr="00E8135A">
        <w:trPr>
          <w:trHeight w:val="102"/>
        </w:trPr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3FA312" w14:textId="77777777" w:rsidR="00BF25F0" w:rsidRPr="007A51D9" w:rsidRDefault="00BF25F0" w:rsidP="007A51D9"/>
        </w:tc>
        <w:tc>
          <w:tcPr>
            <w:tcW w:w="1083" w:type="dxa"/>
            <w:shd w:val="clear" w:color="auto" w:fill="auto"/>
            <w:vAlign w:val="center"/>
          </w:tcPr>
          <w:p w14:paraId="6B5FDBF4" w14:textId="77777777" w:rsidR="00BF25F0" w:rsidRPr="007A51D9" w:rsidRDefault="00BF25F0" w:rsidP="007A51D9"/>
        </w:tc>
        <w:tc>
          <w:tcPr>
            <w:tcW w:w="1596" w:type="dxa"/>
            <w:shd w:val="clear" w:color="auto" w:fill="auto"/>
          </w:tcPr>
          <w:p w14:paraId="57860791" w14:textId="77777777" w:rsidR="00BF25F0" w:rsidRPr="007A51D9" w:rsidRDefault="00BF25F0" w:rsidP="007A51D9"/>
        </w:tc>
        <w:tc>
          <w:tcPr>
            <w:tcW w:w="1533" w:type="dxa"/>
            <w:shd w:val="clear" w:color="auto" w:fill="auto"/>
          </w:tcPr>
          <w:p w14:paraId="4BDD1D1E" w14:textId="77777777" w:rsidR="00BF25F0" w:rsidRPr="00FE53A5" w:rsidRDefault="00BF25F0" w:rsidP="0063140C">
            <w:pPr>
              <w:jc w:val="center"/>
            </w:pPr>
          </w:p>
        </w:tc>
      </w:tr>
      <w:tr w:rsidR="00BF25F0" w:rsidRPr="00FE53A5" w14:paraId="5C951149" w14:textId="77777777" w:rsidTr="00E8135A">
        <w:trPr>
          <w:trHeight w:val="102"/>
        </w:trPr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658303" w14:textId="77777777" w:rsidR="00BF25F0" w:rsidRPr="007A51D9" w:rsidRDefault="00BF25F0" w:rsidP="007A51D9"/>
        </w:tc>
        <w:tc>
          <w:tcPr>
            <w:tcW w:w="1083" w:type="dxa"/>
            <w:shd w:val="clear" w:color="auto" w:fill="auto"/>
            <w:vAlign w:val="center"/>
          </w:tcPr>
          <w:p w14:paraId="525FF2C4" w14:textId="77777777" w:rsidR="00BF25F0" w:rsidRPr="007A51D9" w:rsidRDefault="00BF25F0" w:rsidP="007A51D9"/>
        </w:tc>
        <w:tc>
          <w:tcPr>
            <w:tcW w:w="1596" w:type="dxa"/>
            <w:shd w:val="clear" w:color="auto" w:fill="auto"/>
          </w:tcPr>
          <w:p w14:paraId="45F1199A" w14:textId="77777777" w:rsidR="00BF25F0" w:rsidRPr="007A51D9" w:rsidRDefault="00BF25F0" w:rsidP="007A51D9"/>
        </w:tc>
        <w:tc>
          <w:tcPr>
            <w:tcW w:w="1533" w:type="dxa"/>
            <w:shd w:val="clear" w:color="auto" w:fill="auto"/>
          </w:tcPr>
          <w:p w14:paraId="4D6FFEF6" w14:textId="77777777" w:rsidR="00BF25F0" w:rsidRPr="00FE53A5" w:rsidRDefault="00BF25F0" w:rsidP="0063140C">
            <w:pPr>
              <w:jc w:val="center"/>
            </w:pPr>
          </w:p>
        </w:tc>
      </w:tr>
      <w:tr w:rsidR="00BF25F0" w:rsidRPr="00FE53A5" w14:paraId="575155FF" w14:textId="77777777" w:rsidTr="00BF25F0">
        <w:trPr>
          <w:trHeight w:val="102"/>
        </w:trPr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C50944" w14:textId="77777777" w:rsidR="00BF25F0" w:rsidRPr="0063140C" w:rsidRDefault="00BF25F0" w:rsidP="009F31CA">
            <w:pPr>
              <w:rPr>
                <w:b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auto"/>
          </w:tcPr>
          <w:p w14:paraId="6B01572F" w14:textId="77777777" w:rsidR="00BF25F0" w:rsidRPr="0063140C" w:rsidRDefault="00BF25F0" w:rsidP="006314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14:paraId="2D7A8BFA" w14:textId="77777777" w:rsidR="00BF25F0" w:rsidRPr="00FE53A5" w:rsidRDefault="00BF25F0" w:rsidP="0063140C">
            <w:pPr>
              <w:jc w:val="center"/>
            </w:pPr>
          </w:p>
        </w:tc>
        <w:tc>
          <w:tcPr>
            <w:tcW w:w="1533" w:type="dxa"/>
            <w:shd w:val="clear" w:color="auto" w:fill="auto"/>
          </w:tcPr>
          <w:p w14:paraId="5158D0DC" w14:textId="77777777" w:rsidR="00BF25F0" w:rsidRPr="00FE53A5" w:rsidRDefault="00BF25F0" w:rsidP="0063140C">
            <w:pPr>
              <w:jc w:val="center"/>
            </w:pPr>
          </w:p>
        </w:tc>
      </w:tr>
    </w:tbl>
    <w:p w14:paraId="665CFBD0" w14:textId="77777777" w:rsidR="00BD0CEE" w:rsidRDefault="00BD0CEE"/>
    <w:tbl>
      <w:tblPr>
        <w:tblW w:w="10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6"/>
        <w:gridCol w:w="1308"/>
        <w:gridCol w:w="754"/>
        <w:gridCol w:w="399"/>
        <w:gridCol w:w="1423"/>
        <w:gridCol w:w="743"/>
        <w:gridCol w:w="513"/>
        <w:gridCol w:w="1368"/>
        <w:gridCol w:w="742"/>
        <w:gridCol w:w="236"/>
      </w:tblGrid>
      <w:tr w:rsidR="000825A1" w:rsidRPr="00FE53A5" w14:paraId="6F173DEB" w14:textId="77777777" w:rsidTr="00BD0CEE">
        <w:trPr>
          <w:trHeight w:val="275"/>
        </w:trPr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18355526" w14:textId="77777777" w:rsidR="000825A1" w:rsidRPr="0063140C" w:rsidRDefault="000825A1">
            <w:pPr>
              <w:rPr>
                <w:b/>
              </w:rPr>
            </w:pPr>
            <w:r w:rsidRPr="0063140C">
              <w:rPr>
                <w:b/>
              </w:rPr>
              <w:t xml:space="preserve">Assessment of risk with </w:t>
            </w:r>
            <w:r w:rsidRPr="0063140C">
              <w:rPr>
                <w:b/>
                <w:u w:val="single"/>
              </w:rPr>
              <w:t>additional</w:t>
            </w:r>
            <w:r w:rsidRPr="0063140C">
              <w:rPr>
                <w:b/>
              </w:rPr>
              <w:t xml:space="preserve"> measures in place</w:t>
            </w:r>
          </w:p>
        </w:tc>
        <w:tc>
          <w:tcPr>
            <w:tcW w:w="13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51104C93" w14:textId="77777777" w:rsidR="000825A1" w:rsidRPr="0063140C" w:rsidRDefault="000825A1" w:rsidP="0063140C">
            <w:pPr>
              <w:jc w:val="right"/>
              <w:rPr>
                <w:b/>
                <w:color w:val="FF0000"/>
                <w:sz w:val="28"/>
                <w:szCs w:val="28"/>
              </w:rPr>
            </w:pPr>
            <w:r w:rsidRPr="0063140C">
              <w:rPr>
                <w:b/>
                <w:color w:val="FF0000"/>
                <w:sz w:val="28"/>
                <w:szCs w:val="28"/>
              </w:rPr>
              <w:t>High</w:t>
            </w:r>
          </w:p>
        </w:tc>
        <w:tc>
          <w:tcPr>
            <w:tcW w:w="7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79567EF6" w14:textId="77777777" w:rsidR="000825A1" w:rsidRPr="0063140C" w:rsidRDefault="000825A1">
            <w:pPr>
              <w:rPr>
                <w:b/>
                <w:sz w:val="28"/>
                <w:szCs w:val="28"/>
              </w:rPr>
            </w:pPr>
            <w:r w:rsidRPr="0063140C">
              <w:rPr>
                <w:b/>
                <w:sz w:val="28"/>
                <w:szCs w:val="2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2"/>
            <w:r w:rsidRPr="0063140C">
              <w:rPr>
                <w:b/>
                <w:sz w:val="28"/>
                <w:szCs w:val="28"/>
              </w:rPr>
              <w:instrText xml:space="preserve"> FORMCHECKBOX </w:instrText>
            </w:r>
            <w:r w:rsidR="002C1589">
              <w:rPr>
                <w:b/>
                <w:sz w:val="28"/>
                <w:szCs w:val="28"/>
              </w:rPr>
            </w:r>
            <w:r w:rsidR="002C1589">
              <w:rPr>
                <w:b/>
                <w:sz w:val="28"/>
                <w:szCs w:val="28"/>
              </w:rPr>
              <w:fldChar w:fldCharType="separate"/>
            </w:r>
            <w:r w:rsidRPr="0063140C">
              <w:rPr>
                <w:b/>
                <w:sz w:val="28"/>
                <w:szCs w:val="28"/>
              </w:rPr>
              <w:fldChar w:fldCharType="end"/>
            </w:r>
            <w:bookmarkEnd w:id="8"/>
          </w:p>
        </w:tc>
        <w:tc>
          <w:tcPr>
            <w:tcW w:w="3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0651A23A" w14:textId="77777777" w:rsidR="000825A1" w:rsidRPr="0063140C" w:rsidRDefault="000825A1">
            <w:pPr>
              <w:rPr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04C92C1E" w14:textId="77777777" w:rsidR="000825A1" w:rsidRPr="0063140C" w:rsidRDefault="000825A1" w:rsidP="0063140C">
            <w:pPr>
              <w:jc w:val="right"/>
              <w:rPr>
                <w:b/>
                <w:color w:val="FF9900"/>
                <w:sz w:val="28"/>
                <w:szCs w:val="28"/>
              </w:rPr>
            </w:pPr>
            <w:r w:rsidRPr="0063140C">
              <w:rPr>
                <w:b/>
                <w:color w:val="FF9900"/>
                <w:sz w:val="28"/>
                <w:szCs w:val="28"/>
              </w:rPr>
              <w:t>Medium</w:t>
            </w:r>
          </w:p>
        </w:tc>
        <w:tc>
          <w:tcPr>
            <w:tcW w:w="7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34AE3259" w14:textId="77777777" w:rsidR="000825A1" w:rsidRPr="0063140C" w:rsidRDefault="000825A1">
            <w:pPr>
              <w:rPr>
                <w:b/>
                <w:sz w:val="28"/>
                <w:szCs w:val="28"/>
              </w:rPr>
            </w:pPr>
            <w:r w:rsidRPr="0063140C">
              <w:rPr>
                <w:b/>
                <w:sz w:val="28"/>
                <w:szCs w:val="2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63140C">
              <w:rPr>
                <w:b/>
                <w:sz w:val="28"/>
                <w:szCs w:val="28"/>
              </w:rPr>
              <w:instrText xml:space="preserve"> FORMCHECKBOX </w:instrText>
            </w:r>
            <w:r w:rsidR="002C1589">
              <w:rPr>
                <w:b/>
                <w:sz w:val="28"/>
                <w:szCs w:val="28"/>
              </w:rPr>
            </w:r>
            <w:r w:rsidR="002C1589">
              <w:rPr>
                <w:b/>
                <w:sz w:val="28"/>
                <w:szCs w:val="28"/>
              </w:rPr>
              <w:fldChar w:fldCharType="separate"/>
            </w:r>
            <w:r w:rsidRPr="0063140C"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19CE43B2" w14:textId="77777777" w:rsidR="000825A1" w:rsidRPr="0063140C" w:rsidRDefault="000825A1">
            <w:pPr>
              <w:rPr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1907C275" w14:textId="77777777" w:rsidR="000825A1" w:rsidRPr="0063140C" w:rsidRDefault="000825A1" w:rsidP="0063140C">
            <w:pPr>
              <w:jc w:val="right"/>
              <w:rPr>
                <w:b/>
                <w:color w:val="008000"/>
                <w:sz w:val="28"/>
                <w:szCs w:val="28"/>
              </w:rPr>
            </w:pPr>
            <w:r w:rsidRPr="0063140C">
              <w:rPr>
                <w:b/>
                <w:color w:val="008000"/>
                <w:sz w:val="28"/>
                <w:szCs w:val="28"/>
              </w:rPr>
              <w:t xml:space="preserve">  Low</w:t>
            </w:r>
          </w:p>
        </w:tc>
        <w:tc>
          <w:tcPr>
            <w:tcW w:w="7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59BBBE38" w14:textId="77777777" w:rsidR="000825A1" w:rsidRPr="0063140C" w:rsidRDefault="000825A1">
            <w:pPr>
              <w:rPr>
                <w:b/>
                <w:sz w:val="28"/>
                <w:szCs w:val="28"/>
              </w:rPr>
            </w:pPr>
            <w:r w:rsidRPr="0063140C">
              <w:rPr>
                <w:b/>
                <w:sz w:val="28"/>
                <w:szCs w:val="2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40C">
              <w:rPr>
                <w:b/>
                <w:sz w:val="28"/>
                <w:szCs w:val="28"/>
              </w:rPr>
              <w:instrText xml:space="preserve"> FORMCHECKBOX </w:instrText>
            </w:r>
            <w:r w:rsidR="002C1589">
              <w:rPr>
                <w:b/>
                <w:sz w:val="28"/>
                <w:szCs w:val="28"/>
              </w:rPr>
            </w:r>
            <w:r w:rsidR="002C1589">
              <w:rPr>
                <w:b/>
                <w:sz w:val="28"/>
                <w:szCs w:val="28"/>
              </w:rPr>
              <w:fldChar w:fldCharType="separate"/>
            </w:r>
            <w:r w:rsidRPr="0063140C"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7D61A2" w14:textId="77777777" w:rsidR="000825A1" w:rsidRPr="0063140C" w:rsidRDefault="000825A1">
            <w:pPr>
              <w:rPr>
                <w:b/>
                <w:sz w:val="36"/>
                <w:szCs w:val="36"/>
              </w:rPr>
            </w:pPr>
          </w:p>
        </w:tc>
      </w:tr>
    </w:tbl>
    <w:p w14:paraId="69AF57CE" w14:textId="77777777" w:rsidR="000825A1" w:rsidRPr="00FE53A5" w:rsidRDefault="000825A1">
      <w:pPr>
        <w:rPr>
          <w:sz w:val="16"/>
          <w:szCs w:val="16"/>
        </w:rPr>
      </w:pPr>
    </w:p>
    <w:tbl>
      <w:tblPr>
        <w:tblW w:w="10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4"/>
        <w:gridCol w:w="4988"/>
      </w:tblGrid>
      <w:tr w:rsidR="000825A1" w:rsidRPr="00FE53A5" w14:paraId="1B537DF2" w14:textId="77777777" w:rsidTr="0063140C">
        <w:tc>
          <w:tcPr>
            <w:tcW w:w="5684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06C8685C" w14:textId="6A9D35F0" w:rsidR="000825A1" w:rsidRPr="0063140C" w:rsidRDefault="000825A1">
            <w:pPr>
              <w:rPr>
                <w:b/>
              </w:rPr>
            </w:pPr>
            <w:r w:rsidRPr="0063140C">
              <w:rPr>
                <w:b/>
              </w:rPr>
              <w:t xml:space="preserve">Print: </w:t>
            </w:r>
          </w:p>
          <w:p w14:paraId="515841D3" w14:textId="77777777" w:rsidR="000825A1" w:rsidRPr="0063140C" w:rsidRDefault="000825A1">
            <w:pPr>
              <w:rPr>
                <w:b/>
              </w:rPr>
            </w:pPr>
            <w:r w:rsidRPr="0063140C">
              <w:rPr>
                <w:b/>
              </w:rPr>
              <w:t xml:space="preserve">Signed: </w:t>
            </w:r>
          </w:p>
        </w:tc>
        <w:tc>
          <w:tcPr>
            <w:tcW w:w="4988" w:type="dxa"/>
            <w:tcBorders>
              <w:top w:val="single" w:sz="6" w:space="0" w:color="auto"/>
            </w:tcBorders>
            <w:shd w:val="clear" w:color="auto" w:fill="auto"/>
          </w:tcPr>
          <w:p w14:paraId="41E22287" w14:textId="0E61C58F" w:rsidR="000825A1" w:rsidRPr="0063140C" w:rsidRDefault="000825A1" w:rsidP="009F6A91">
            <w:pPr>
              <w:rPr>
                <w:b/>
              </w:rPr>
            </w:pPr>
            <w:r w:rsidRPr="0063140C">
              <w:rPr>
                <w:b/>
              </w:rPr>
              <w:t xml:space="preserve">Position: </w:t>
            </w:r>
          </w:p>
        </w:tc>
      </w:tr>
      <w:tr w:rsidR="000825A1" w:rsidRPr="00FE53A5" w14:paraId="329D9C1E" w14:textId="77777777" w:rsidTr="0063140C"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6D136BC7" w14:textId="2C2B261C" w:rsidR="000825A1" w:rsidRPr="0063140C" w:rsidRDefault="000825A1" w:rsidP="009F6A91">
            <w:pPr>
              <w:rPr>
                <w:b/>
              </w:rPr>
            </w:pPr>
            <w:r w:rsidRPr="0063140C">
              <w:rPr>
                <w:b/>
              </w:rPr>
              <w:t xml:space="preserve">Date: </w:t>
            </w:r>
            <w:r w:rsidR="00DE1DFB">
              <w:rPr>
                <w:b/>
              </w:rPr>
              <w:t xml:space="preserve"> </w:t>
            </w:r>
          </w:p>
        </w:tc>
        <w:tc>
          <w:tcPr>
            <w:tcW w:w="4988" w:type="dxa"/>
            <w:tcBorders>
              <w:bottom w:val="single" w:sz="4" w:space="0" w:color="auto"/>
            </w:tcBorders>
            <w:shd w:val="clear" w:color="auto" w:fill="auto"/>
          </w:tcPr>
          <w:p w14:paraId="1D1A9A58" w14:textId="77777777" w:rsidR="000825A1" w:rsidRPr="0063140C" w:rsidRDefault="000825A1">
            <w:pPr>
              <w:rPr>
                <w:b/>
              </w:rPr>
            </w:pPr>
            <w:r w:rsidRPr="0063140C">
              <w:rPr>
                <w:b/>
              </w:rPr>
              <w:t xml:space="preserve">Review period: </w:t>
            </w:r>
            <w:r w:rsidR="0072238C">
              <w:rPr>
                <w:b/>
              </w:rPr>
              <w:t>12 months or when necessary</w:t>
            </w:r>
          </w:p>
          <w:p w14:paraId="209FEEEC" w14:textId="77777777" w:rsidR="000825A1" w:rsidRPr="0063140C" w:rsidRDefault="000825A1">
            <w:pPr>
              <w:rPr>
                <w:b/>
              </w:rPr>
            </w:pPr>
          </w:p>
        </w:tc>
      </w:tr>
    </w:tbl>
    <w:p w14:paraId="637AF035" w14:textId="77777777" w:rsidR="000825A1" w:rsidRDefault="000825A1">
      <w:pPr>
        <w:rPr>
          <w:b/>
          <w:sz w:val="16"/>
          <w:szCs w:val="16"/>
        </w:rPr>
      </w:pPr>
    </w:p>
    <w:p w14:paraId="7E5DFBC4" w14:textId="77777777" w:rsidR="000825A1" w:rsidRPr="00FE53A5" w:rsidRDefault="000825A1">
      <w:pPr>
        <w:rPr>
          <w:b/>
          <w:sz w:val="16"/>
          <w:szCs w:val="16"/>
        </w:rPr>
      </w:pPr>
    </w:p>
    <w:p w14:paraId="1D381E7A" w14:textId="77777777" w:rsidR="000825A1" w:rsidRDefault="000825A1">
      <w:pPr>
        <w:rPr>
          <w:b/>
          <w:sz w:val="22"/>
          <w:szCs w:val="22"/>
        </w:rPr>
      </w:pPr>
    </w:p>
    <w:p w14:paraId="0CF5EF10" w14:textId="77777777" w:rsidR="000825A1" w:rsidRDefault="000825A1">
      <w:pPr>
        <w:rPr>
          <w:b/>
          <w:sz w:val="22"/>
          <w:szCs w:val="22"/>
        </w:rPr>
      </w:pPr>
      <w:r w:rsidRPr="00FE53A5">
        <w:rPr>
          <w:b/>
          <w:sz w:val="22"/>
          <w:szCs w:val="22"/>
        </w:rPr>
        <w:t>Recommended priority timescales for implementing control measures:</w:t>
      </w:r>
    </w:p>
    <w:p w14:paraId="51E0E9E4" w14:textId="77777777" w:rsidR="000825A1" w:rsidRPr="00FE53A5" w:rsidRDefault="000825A1">
      <w:pPr>
        <w:rPr>
          <w:b/>
          <w:sz w:val="22"/>
          <w:szCs w:val="22"/>
        </w:rPr>
      </w:pPr>
    </w:p>
    <w:p w14:paraId="3C79A8B2" w14:textId="77777777" w:rsidR="000825A1" w:rsidRPr="00FE53A5" w:rsidRDefault="000825A1">
      <w:pPr>
        <w:rPr>
          <w:b/>
          <w:sz w:val="22"/>
          <w:szCs w:val="22"/>
        </w:rPr>
      </w:pPr>
      <w:r w:rsidRPr="00FE53A5">
        <w:rPr>
          <w:b/>
          <w:sz w:val="22"/>
          <w:szCs w:val="22"/>
        </w:rPr>
        <w:t xml:space="preserve">A – For immediate action </w:t>
      </w:r>
      <w:r w:rsidRPr="00FE53A5">
        <w:rPr>
          <w:b/>
          <w:sz w:val="22"/>
          <w:szCs w:val="22"/>
        </w:rPr>
        <w:tab/>
      </w:r>
      <w:r w:rsidRPr="00FE53A5">
        <w:rPr>
          <w:b/>
          <w:sz w:val="22"/>
          <w:szCs w:val="22"/>
        </w:rPr>
        <w:tab/>
      </w:r>
      <w:r w:rsidRPr="00FE53A5">
        <w:rPr>
          <w:b/>
          <w:sz w:val="22"/>
          <w:szCs w:val="22"/>
        </w:rPr>
        <w:tab/>
      </w:r>
      <w:r w:rsidRPr="00FE53A5">
        <w:rPr>
          <w:b/>
          <w:sz w:val="22"/>
          <w:szCs w:val="22"/>
        </w:rPr>
        <w:tab/>
        <w:t>B – Short term action within three months</w:t>
      </w:r>
    </w:p>
    <w:p w14:paraId="2249787A" w14:textId="77777777" w:rsidR="000825A1" w:rsidRDefault="000825A1">
      <w:pPr>
        <w:ind w:left="5040" w:hanging="5040"/>
        <w:rPr>
          <w:b/>
          <w:sz w:val="22"/>
          <w:szCs w:val="22"/>
        </w:rPr>
      </w:pPr>
      <w:r w:rsidRPr="00FE53A5">
        <w:rPr>
          <w:b/>
          <w:sz w:val="22"/>
          <w:szCs w:val="22"/>
        </w:rPr>
        <w:t>C – Medium term action within six months</w:t>
      </w:r>
      <w:r w:rsidRPr="00FE53A5">
        <w:rPr>
          <w:b/>
          <w:sz w:val="22"/>
          <w:szCs w:val="22"/>
        </w:rPr>
        <w:tab/>
        <w:t xml:space="preserve">D – Long term action within twelve months / ongoing </w:t>
      </w:r>
    </w:p>
    <w:p w14:paraId="779FA28E" w14:textId="77777777" w:rsidR="000825A1" w:rsidRPr="00FE53A5" w:rsidRDefault="000825A1">
      <w:pPr>
        <w:ind w:left="5040" w:hanging="5040"/>
        <w:rPr>
          <w:b/>
        </w:rPr>
      </w:pPr>
    </w:p>
    <w:sectPr w:rsidR="000825A1" w:rsidRPr="00FE53A5">
      <w:headerReference w:type="even" r:id="rId7"/>
      <w:headerReference w:type="default" r:id="rId8"/>
      <w:headerReference w:type="first" r:id="rId9"/>
      <w:pgSz w:w="12240" w:h="15840" w:code="1"/>
      <w:pgMar w:top="902" w:right="851" w:bottom="107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A77A4" w14:textId="77777777" w:rsidR="00313F0D" w:rsidRDefault="00313F0D">
      <w:r>
        <w:separator/>
      </w:r>
    </w:p>
  </w:endnote>
  <w:endnote w:type="continuationSeparator" w:id="0">
    <w:p w14:paraId="68EB2C0E" w14:textId="77777777" w:rsidR="00313F0D" w:rsidRDefault="00313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214AE" w14:textId="77777777" w:rsidR="00313F0D" w:rsidRDefault="00313F0D">
      <w:r>
        <w:separator/>
      </w:r>
    </w:p>
  </w:footnote>
  <w:footnote w:type="continuationSeparator" w:id="0">
    <w:p w14:paraId="7EA8FB09" w14:textId="77777777" w:rsidR="00313F0D" w:rsidRDefault="00313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2A5DD" w14:textId="77777777" w:rsidR="007977B5" w:rsidRDefault="007977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33D0" w14:textId="77777777" w:rsidR="007977B5" w:rsidRDefault="007977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ADFF0" w14:textId="77777777" w:rsidR="007977B5" w:rsidRDefault="007977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3AAA2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F85024"/>
    <w:multiLevelType w:val="hybridMultilevel"/>
    <w:tmpl w:val="64F2EF30"/>
    <w:lvl w:ilvl="0" w:tplc="A63CD7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F508D7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297AAE"/>
    <w:multiLevelType w:val="hybridMultilevel"/>
    <w:tmpl w:val="7222F8AC"/>
    <w:lvl w:ilvl="0" w:tplc="821293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4758C4"/>
    <w:multiLevelType w:val="hybridMultilevel"/>
    <w:tmpl w:val="FAE4C48E"/>
    <w:lvl w:ilvl="0" w:tplc="94ECCBF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785332A"/>
    <w:multiLevelType w:val="hybridMultilevel"/>
    <w:tmpl w:val="019C22D8"/>
    <w:lvl w:ilvl="0" w:tplc="5FC68C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E7535B"/>
    <w:multiLevelType w:val="hybridMultilevel"/>
    <w:tmpl w:val="03B46332"/>
    <w:lvl w:ilvl="0" w:tplc="A294A12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7A71AB"/>
    <w:multiLevelType w:val="hybridMultilevel"/>
    <w:tmpl w:val="5660F1DA"/>
    <w:lvl w:ilvl="0" w:tplc="5FC68C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9484C7B"/>
    <w:multiLevelType w:val="hybridMultilevel"/>
    <w:tmpl w:val="21005D44"/>
    <w:lvl w:ilvl="0" w:tplc="22580E4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5F29A9"/>
    <w:multiLevelType w:val="hybridMultilevel"/>
    <w:tmpl w:val="BDE8E22C"/>
    <w:lvl w:ilvl="0" w:tplc="A294A12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</w:rPr>
    </w:lvl>
    <w:lvl w:ilvl="1" w:tplc="BDE8FF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3B060E"/>
    <w:multiLevelType w:val="hybridMultilevel"/>
    <w:tmpl w:val="40EE467E"/>
    <w:lvl w:ilvl="0" w:tplc="1F1AA4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F7A86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7A01DB"/>
    <w:multiLevelType w:val="hybridMultilevel"/>
    <w:tmpl w:val="B5E21368"/>
    <w:lvl w:ilvl="0" w:tplc="1B8081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28726F"/>
    <w:multiLevelType w:val="hybridMultilevel"/>
    <w:tmpl w:val="35E856CC"/>
    <w:lvl w:ilvl="0" w:tplc="D548C20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9F32BEB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D8D0E83"/>
    <w:multiLevelType w:val="hybridMultilevel"/>
    <w:tmpl w:val="CC2AF064"/>
    <w:lvl w:ilvl="0" w:tplc="446076AA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7F0842"/>
    <w:multiLevelType w:val="hybridMultilevel"/>
    <w:tmpl w:val="0F3A9D86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E718AB"/>
    <w:multiLevelType w:val="hybridMultilevel"/>
    <w:tmpl w:val="2CE6BCDE"/>
    <w:lvl w:ilvl="0" w:tplc="CC80DC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0EA2692"/>
    <w:multiLevelType w:val="hybridMultilevel"/>
    <w:tmpl w:val="20280C8E"/>
    <w:lvl w:ilvl="0" w:tplc="E62CBE7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1953B65"/>
    <w:multiLevelType w:val="hybridMultilevel"/>
    <w:tmpl w:val="8FB8F2BA"/>
    <w:lvl w:ilvl="0" w:tplc="94ECCB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464773E"/>
    <w:multiLevelType w:val="hybridMultilevel"/>
    <w:tmpl w:val="9D0A336C"/>
    <w:lvl w:ilvl="0" w:tplc="A42CAF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AAA1E82"/>
    <w:multiLevelType w:val="hybridMultilevel"/>
    <w:tmpl w:val="56903916"/>
    <w:lvl w:ilvl="0" w:tplc="CC80DC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9" w15:restartNumberingAfterBreak="0">
    <w:nsid w:val="1B763822"/>
    <w:multiLevelType w:val="hybridMultilevel"/>
    <w:tmpl w:val="62A4AEBA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515209"/>
    <w:multiLevelType w:val="hybridMultilevel"/>
    <w:tmpl w:val="F2B0CA36"/>
    <w:lvl w:ilvl="0" w:tplc="22580E4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DAB71BF"/>
    <w:multiLevelType w:val="hybridMultilevel"/>
    <w:tmpl w:val="E75065F8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DFC75E7"/>
    <w:multiLevelType w:val="hybridMultilevel"/>
    <w:tmpl w:val="477603AE"/>
    <w:lvl w:ilvl="0" w:tplc="2EB2F0E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294A1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E2D5252"/>
    <w:multiLevelType w:val="hybridMultilevel"/>
    <w:tmpl w:val="A176A474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1F3D184C"/>
    <w:multiLevelType w:val="hybridMultilevel"/>
    <w:tmpl w:val="99F03208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06A4577"/>
    <w:multiLevelType w:val="hybridMultilevel"/>
    <w:tmpl w:val="680275FC"/>
    <w:lvl w:ilvl="0" w:tplc="1B8081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0AE74CD"/>
    <w:multiLevelType w:val="hybridMultilevel"/>
    <w:tmpl w:val="F4F8735C"/>
    <w:lvl w:ilvl="0" w:tplc="1B8081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22223C97"/>
    <w:multiLevelType w:val="hybridMultilevel"/>
    <w:tmpl w:val="8014FD64"/>
    <w:lvl w:ilvl="0" w:tplc="CC80DC6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3B929F8"/>
    <w:multiLevelType w:val="hybridMultilevel"/>
    <w:tmpl w:val="28385862"/>
    <w:lvl w:ilvl="0" w:tplc="94ECCBF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50D2CD8"/>
    <w:multiLevelType w:val="hybridMultilevel"/>
    <w:tmpl w:val="366C5BCE"/>
    <w:lvl w:ilvl="0" w:tplc="1B8081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5C4E2E"/>
    <w:multiLevelType w:val="hybridMultilevel"/>
    <w:tmpl w:val="3FA29084"/>
    <w:lvl w:ilvl="0" w:tplc="1F1AA4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27634D99"/>
    <w:multiLevelType w:val="hybridMultilevel"/>
    <w:tmpl w:val="33604430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97827B8"/>
    <w:multiLevelType w:val="hybridMultilevel"/>
    <w:tmpl w:val="E46A782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7E5742"/>
    <w:multiLevelType w:val="hybridMultilevel"/>
    <w:tmpl w:val="906C212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AAA6B91"/>
    <w:multiLevelType w:val="hybridMultilevel"/>
    <w:tmpl w:val="3B523AFC"/>
    <w:lvl w:ilvl="0" w:tplc="53FA22E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683885D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C3816F8"/>
    <w:multiLevelType w:val="hybridMultilevel"/>
    <w:tmpl w:val="949A76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2A4D92"/>
    <w:multiLevelType w:val="hybridMultilevel"/>
    <w:tmpl w:val="18F27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80777A"/>
    <w:multiLevelType w:val="hybridMultilevel"/>
    <w:tmpl w:val="53346D2C"/>
    <w:lvl w:ilvl="0" w:tplc="A294A12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</w:rPr>
    </w:lvl>
    <w:lvl w:ilvl="1" w:tplc="AF7A8608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AF7A8608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045737A"/>
    <w:multiLevelType w:val="hybridMultilevel"/>
    <w:tmpl w:val="7376F120"/>
    <w:lvl w:ilvl="0" w:tplc="19F0965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33377481"/>
    <w:multiLevelType w:val="hybridMultilevel"/>
    <w:tmpl w:val="B8FC3D82"/>
    <w:lvl w:ilvl="0" w:tplc="D548C20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33F3D2E"/>
    <w:multiLevelType w:val="hybridMultilevel"/>
    <w:tmpl w:val="A6D814D4"/>
    <w:lvl w:ilvl="0" w:tplc="5FC68C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366091C"/>
    <w:multiLevelType w:val="hybridMultilevel"/>
    <w:tmpl w:val="65AA92C6"/>
    <w:lvl w:ilvl="0" w:tplc="0FA8F0A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67A335A"/>
    <w:multiLevelType w:val="hybridMultilevel"/>
    <w:tmpl w:val="EEEA0E34"/>
    <w:lvl w:ilvl="0" w:tplc="A63CD7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AF7A86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6BD254B"/>
    <w:multiLevelType w:val="hybridMultilevel"/>
    <w:tmpl w:val="AAC6E66A"/>
    <w:lvl w:ilvl="0" w:tplc="1B8081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8AC6C36"/>
    <w:multiLevelType w:val="hybridMultilevel"/>
    <w:tmpl w:val="C032AE62"/>
    <w:lvl w:ilvl="0" w:tplc="A294A12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C9F4F77"/>
    <w:multiLevelType w:val="hybridMultilevel"/>
    <w:tmpl w:val="BAB2B138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D3B3EC8"/>
    <w:multiLevelType w:val="hybridMultilevel"/>
    <w:tmpl w:val="61D252F8"/>
    <w:lvl w:ilvl="0" w:tplc="C2FE15C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A669A6"/>
    <w:multiLevelType w:val="hybridMultilevel"/>
    <w:tmpl w:val="956E37AC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52555C1"/>
    <w:multiLevelType w:val="hybridMultilevel"/>
    <w:tmpl w:val="128AB3AA"/>
    <w:lvl w:ilvl="0" w:tplc="2A267C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1F1AA4B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52F5609"/>
    <w:multiLevelType w:val="hybridMultilevel"/>
    <w:tmpl w:val="2A90449A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3C0940"/>
    <w:multiLevelType w:val="hybridMultilevel"/>
    <w:tmpl w:val="30B2807A"/>
    <w:lvl w:ilvl="0" w:tplc="ECCCE0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7C50A2E"/>
    <w:multiLevelType w:val="hybridMultilevel"/>
    <w:tmpl w:val="7B84E022"/>
    <w:lvl w:ilvl="0" w:tplc="1B8081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B4A28C3"/>
    <w:multiLevelType w:val="hybridMultilevel"/>
    <w:tmpl w:val="00C60BE6"/>
    <w:lvl w:ilvl="0" w:tplc="40A086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D3C32FF"/>
    <w:multiLevelType w:val="hybridMultilevel"/>
    <w:tmpl w:val="8DAEDD0E"/>
    <w:lvl w:ilvl="0" w:tplc="1E4A3D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E2B1D97"/>
    <w:multiLevelType w:val="hybridMultilevel"/>
    <w:tmpl w:val="C79C3574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A63CD7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E9572C3"/>
    <w:multiLevelType w:val="hybridMultilevel"/>
    <w:tmpl w:val="21EA95B2"/>
    <w:lvl w:ilvl="0" w:tplc="CC80DC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ED45A2B"/>
    <w:multiLevelType w:val="hybridMultilevel"/>
    <w:tmpl w:val="B8FC3AF0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E77558"/>
    <w:multiLevelType w:val="hybridMultilevel"/>
    <w:tmpl w:val="C9B26A8A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9217E4"/>
    <w:multiLevelType w:val="hybridMultilevel"/>
    <w:tmpl w:val="7FD2100E"/>
    <w:lvl w:ilvl="0" w:tplc="1F1AA4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1F437DF"/>
    <w:multiLevelType w:val="hybridMultilevel"/>
    <w:tmpl w:val="5E3A6EB2"/>
    <w:lvl w:ilvl="0" w:tplc="22580E4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2106D77"/>
    <w:multiLevelType w:val="hybridMultilevel"/>
    <w:tmpl w:val="8E28F7F8"/>
    <w:lvl w:ilvl="0" w:tplc="7D1CFF74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2FA122F"/>
    <w:multiLevelType w:val="hybridMultilevel"/>
    <w:tmpl w:val="A8F8AA68"/>
    <w:lvl w:ilvl="0" w:tplc="0FA8F0A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4422146"/>
    <w:multiLevelType w:val="hybridMultilevel"/>
    <w:tmpl w:val="58AE8A64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54921EBE"/>
    <w:multiLevelType w:val="hybridMultilevel"/>
    <w:tmpl w:val="40660CD0"/>
    <w:lvl w:ilvl="0" w:tplc="5FC68C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54D2478"/>
    <w:multiLevelType w:val="hybridMultilevel"/>
    <w:tmpl w:val="B426BADC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571D399D"/>
    <w:multiLevelType w:val="hybridMultilevel"/>
    <w:tmpl w:val="1AF8F4DC"/>
    <w:lvl w:ilvl="0" w:tplc="A63CD7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87B1C83"/>
    <w:multiLevelType w:val="hybridMultilevel"/>
    <w:tmpl w:val="0518B2F2"/>
    <w:lvl w:ilvl="0" w:tplc="F094DED8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87B3D2D"/>
    <w:multiLevelType w:val="hybridMultilevel"/>
    <w:tmpl w:val="8DB85644"/>
    <w:lvl w:ilvl="0" w:tplc="53FA22E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B003C24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9584718"/>
    <w:multiLevelType w:val="hybridMultilevel"/>
    <w:tmpl w:val="48CC198A"/>
    <w:lvl w:ilvl="0" w:tplc="CC80DC6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9B1294E"/>
    <w:multiLevelType w:val="hybridMultilevel"/>
    <w:tmpl w:val="8DAC932A"/>
    <w:lvl w:ilvl="0" w:tplc="1F1AA4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9F01B9E"/>
    <w:multiLevelType w:val="hybridMultilevel"/>
    <w:tmpl w:val="491872B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5C0025F2"/>
    <w:multiLevelType w:val="hybridMultilevel"/>
    <w:tmpl w:val="C99057E8"/>
    <w:lvl w:ilvl="0" w:tplc="A294A12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C09103C"/>
    <w:multiLevelType w:val="hybridMultilevel"/>
    <w:tmpl w:val="9CE22502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60BB21B8"/>
    <w:multiLevelType w:val="hybridMultilevel"/>
    <w:tmpl w:val="744617B0"/>
    <w:lvl w:ilvl="0" w:tplc="A294A12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22279EB"/>
    <w:multiLevelType w:val="hybridMultilevel"/>
    <w:tmpl w:val="0A5AA2CC"/>
    <w:lvl w:ilvl="0" w:tplc="C2FE15C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2A36591"/>
    <w:multiLevelType w:val="hybridMultilevel"/>
    <w:tmpl w:val="820C97E0"/>
    <w:lvl w:ilvl="0" w:tplc="5FC68C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2B61EA8"/>
    <w:multiLevelType w:val="hybridMultilevel"/>
    <w:tmpl w:val="A8868A9A"/>
    <w:lvl w:ilvl="0" w:tplc="1F1AA4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2C27267"/>
    <w:multiLevelType w:val="hybridMultilevel"/>
    <w:tmpl w:val="EA7AE5A4"/>
    <w:lvl w:ilvl="0" w:tplc="7DB895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31D08D0"/>
    <w:multiLevelType w:val="hybridMultilevel"/>
    <w:tmpl w:val="5F303304"/>
    <w:lvl w:ilvl="0" w:tplc="5FC68C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294A1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396493A"/>
    <w:multiLevelType w:val="hybridMultilevel"/>
    <w:tmpl w:val="09E284DC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63BF5DAA"/>
    <w:multiLevelType w:val="hybridMultilevel"/>
    <w:tmpl w:val="8112FF52"/>
    <w:lvl w:ilvl="0" w:tplc="40F08D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5FC68C6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 w15:restartNumberingAfterBreak="0">
    <w:nsid w:val="699002CB"/>
    <w:multiLevelType w:val="hybridMultilevel"/>
    <w:tmpl w:val="7EDEB0DE"/>
    <w:lvl w:ilvl="0" w:tplc="E96C6A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2" w15:restartNumberingAfterBreak="0">
    <w:nsid w:val="699847A3"/>
    <w:multiLevelType w:val="hybridMultilevel"/>
    <w:tmpl w:val="531CCA28"/>
    <w:lvl w:ilvl="0" w:tplc="F9DAEA4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CC80DC6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3" w15:restartNumberingAfterBreak="0">
    <w:nsid w:val="6D7D2003"/>
    <w:multiLevelType w:val="hybridMultilevel"/>
    <w:tmpl w:val="83F024EA"/>
    <w:lvl w:ilvl="0" w:tplc="A63CD7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F508D7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E383C4C"/>
    <w:multiLevelType w:val="hybridMultilevel"/>
    <w:tmpl w:val="C02259EC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6F153520"/>
    <w:multiLevelType w:val="hybridMultilevel"/>
    <w:tmpl w:val="7CECD8B4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6" w15:restartNumberingAfterBreak="0">
    <w:nsid w:val="6FC47BB2"/>
    <w:multiLevelType w:val="hybridMultilevel"/>
    <w:tmpl w:val="6C6E2F12"/>
    <w:lvl w:ilvl="0" w:tplc="432A11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FDF1098"/>
    <w:multiLevelType w:val="hybridMultilevel"/>
    <w:tmpl w:val="C4AA65D4"/>
    <w:lvl w:ilvl="0" w:tplc="CC80DC6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  <w:b w:val="0"/>
        <w:color w:val="000000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15D3DCA"/>
    <w:multiLevelType w:val="hybridMultilevel"/>
    <w:tmpl w:val="74D6933C"/>
    <w:lvl w:ilvl="0" w:tplc="1B80816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46C28DF"/>
    <w:multiLevelType w:val="hybridMultilevel"/>
    <w:tmpl w:val="C150D546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0" w15:restartNumberingAfterBreak="0">
    <w:nsid w:val="75422793"/>
    <w:multiLevelType w:val="hybridMultilevel"/>
    <w:tmpl w:val="6E52CCA8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1" w15:restartNumberingAfterBreak="0">
    <w:nsid w:val="75B31D25"/>
    <w:multiLevelType w:val="hybridMultilevel"/>
    <w:tmpl w:val="9078B84E"/>
    <w:lvl w:ilvl="0" w:tplc="0FA8F0A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5FA5283"/>
    <w:multiLevelType w:val="hybridMultilevel"/>
    <w:tmpl w:val="6B364FF0"/>
    <w:lvl w:ilvl="0" w:tplc="AF7A86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3" w15:restartNumberingAfterBreak="0">
    <w:nsid w:val="760C035D"/>
    <w:multiLevelType w:val="hybridMultilevel"/>
    <w:tmpl w:val="63E00294"/>
    <w:lvl w:ilvl="0" w:tplc="46103C4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2580E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61F4545"/>
    <w:multiLevelType w:val="hybridMultilevel"/>
    <w:tmpl w:val="55C83D9C"/>
    <w:lvl w:ilvl="0" w:tplc="05003356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69623D6"/>
    <w:multiLevelType w:val="hybridMultilevel"/>
    <w:tmpl w:val="FA4CCB00"/>
    <w:lvl w:ilvl="0" w:tplc="7D1CFF74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7C4692B"/>
    <w:multiLevelType w:val="hybridMultilevel"/>
    <w:tmpl w:val="AE1E4750"/>
    <w:lvl w:ilvl="0" w:tplc="22580E4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8F5111D"/>
    <w:multiLevelType w:val="hybridMultilevel"/>
    <w:tmpl w:val="DEA29B84"/>
    <w:lvl w:ilvl="0" w:tplc="9BEC12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B10757C"/>
    <w:multiLevelType w:val="hybridMultilevel"/>
    <w:tmpl w:val="DF544CF0"/>
    <w:lvl w:ilvl="0" w:tplc="1F1AA4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C9E12F2"/>
    <w:multiLevelType w:val="hybridMultilevel"/>
    <w:tmpl w:val="D43E056E"/>
    <w:lvl w:ilvl="0" w:tplc="22580E4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00E780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CFB7025"/>
    <w:multiLevelType w:val="hybridMultilevel"/>
    <w:tmpl w:val="E488D9A2"/>
    <w:lvl w:ilvl="0" w:tplc="9718FA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7E167382"/>
    <w:multiLevelType w:val="hybridMultilevel"/>
    <w:tmpl w:val="93489FEE"/>
    <w:lvl w:ilvl="0" w:tplc="E348C8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6170259">
    <w:abstractNumId w:val="6"/>
  </w:num>
  <w:num w:numId="2" w16cid:durableId="1706440111">
    <w:abstractNumId w:val="70"/>
  </w:num>
  <w:num w:numId="3" w16cid:durableId="108479923">
    <w:abstractNumId w:val="15"/>
  </w:num>
  <w:num w:numId="4" w16cid:durableId="339427169">
    <w:abstractNumId w:val="33"/>
  </w:num>
  <w:num w:numId="5" w16cid:durableId="1954432222">
    <w:abstractNumId w:val="2"/>
  </w:num>
  <w:num w:numId="6" w16cid:durableId="1099063777">
    <w:abstractNumId w:val="90"/>
  </w:num>
  <w:num w:numId="7" w16cid:durableId="851918279">
    <w:abstractNumId w:val="49"/>
  </w:num>
  <w:num w:numId="8" w16cid:durableId="2145346830">
    <w:abstractNumId w:val="30"/>
  </w:num>
  <w:num w:numId="9" w16cid:durableId="1804959699">
    <w:abstractNumId w:val="79"/>
  </w:num>
  <w:num w:numId="10" w16cid:durableId="896479105">
    <w:abstractNumId w:val="23"/>
  </w:num>
  <w:num w:numId="11" w16cid:durableId="1181747589">
    <w:abstractNumId w:val="101"/>
  </w:num>
  <w:num w:numId="12" w16cid:durableId="1624188080">
    <w:abstractNumId w:val="72"/>
  </w:num>
  <w:num w:numId="13" w16cid:durableId="358118341">
    <w:abstractNumId w:val="62"/>
  </w:num>
  <w:num w:numId="14" w16cid:durableId="1297955929">
    <w:abstractNumId w:val="64"/>
  </w:num>
  <w:num w:numId="15" w16cid:durableId="1429959028">
    <w:abstractNumId w:val="48"/>
  </w:num>
  <w:num w:numId="16" w16cid:durableId="944970270">
    <w:abstractNumId w:val="81"/>
  </w:num>
  <w:num w:numId="17" w16cid:durableId="687412673">
    <w:abstractNumId w:val="55"/>
  </w:num>
  <w:num w:numId="18" w16cid:durableId="1212421919">
    <w:abstractNumId w:val="89"/>
  </w:num>
  <w:num w:numId="19" w16cid:durableId="1520460874">
    <w:abstractNumId w:val="16"/>
  </w:num>
  <w:num w:numId="20" w16cid:durableId="1854681147">
    <w:abstractNumId w:val="3"/>
  </w:num>
  <w:num w:numId="21" w16cid:durableId="714936770">
    <w:abstractNumId w:val="28"/>
  </w:num>
  <w:num w:numId="22" w16cid:durableId="206062960">
    <w:abstractNumId w:val="9"/>
  </w:num>
  <w:num w:numId="23" w16cid:durableId="291405500">
    <w:abstractNumId w:val="8"/>
  </w:num>
  <w:num w:numId="24" w16cid:durableId="998196720">
    <w:abstractNumId w:val="14"/>
  </w:num>
  <w:num w:numId="25" w16cid:durableId="1962881967">
    <w:abstractNumId w:val="92"/>
  </w:num>
  <w:num w:numId="26" w16cid:durableId="1803233306">
    <w:abstractNumId w:val="87"/>
  </w:num>
  <w:num w:numId="27" w16cid:durableId="1986397400">
    <w:abstractNumId w:val="37"/>
  </w:num>
  <w:num w:numId="28" w16cid:durableId="657804391">
    <w:abstractNumId w:val="26"/>
  </w:num>
  <w:num w:numId="29" w16cid:durableId="991061827">
    <w:abstractNumId w:val="57"/>
  </w:num>
  <w:num w:numId="30" w16cid:durableId="522208843">
    <w:abstractNumId w:val="82"/>
  </w:num>
  <w:num w:numId="31" w16cid:durableId="669523054">
    <w:abstractNumId w:val="88"/>
  </w:num>
  <w:num w:numId="32" w16cid:durableId="1645618823">
    <w:abstractNumId w:val="42"/>
  </w:num>
  <w:num w:numId="33" w16cid:durableId="1129662243">
    <w:abstractNumId w:val="54"/>
  </w:num>
  <w:num w:numId="34" w16cid:durableId="1199781272">
    <w:abstractNumId w:val="84"/>
  </w:num>
  <w:num w:numId="35" w16cid:durableId="1380588362">
    <w:abstractNumId w:val="56"/>
  </w:num>
  <w:num w:numId="36" w16cid:durableId="937449751">
    <w:abstractNumId w:val="1"/>
  </w:num>
  <w:num w:numId="37" w16cid:durableId="330450334">
    <w:abstractNumId w:val="31"/>
  </w:num>
  <w:num w:numId="38" w16cid:durableId="1965622930">
    <w:abstractNumId w:val="83"/>
  </w:num>
  <w:num w:numId="39" w16cid:durableId="1195390666">
    <w:abstractNumId w:val="24"/>
  </w:num>
  <w:num w:numId="40" w16cid:durableId="1801148448">
    <w:abstractNumId w:val="38"/>
  </w:num>
  <w:num w:numId="41" w16cid:durableId="1088500393">
    <w:abstractNumId w:val="11"/>
  </w:num>
  <w:num w:numId="42" w16cid:durableId="603154464">
    <w:abstractNumId w:val="80"/>
  </w:num>
  <w:num w:numId="43" w16cid:durableId="15011271">
    <w:abstractNumId w:val="69"/>
  </w:num>
  <w:num w:numId="44" w16cid:durableId="785735664">
    <w:abstractNumId w:val="76"/>
  </w:num>
  <w:num w:numId="45" w16cid:durableId="672881913">
    <w:abstractNumId w:val="44"/>
  </w:num>
  <w:num w:numId="46" w16cid:durableId="36702935">
    <w:abstractNumId w:val="25"/>
  </w:num>
  <w:num w:numId="47" w16cid:durableId="2061589328">
    <w:abstractNumId w:val="75"/>
  </w:num>
  <w:num w:numId="48" w16cid:durableId="1228956935">
    <w:abstractNumId w:val="51"/>
  </w:num>
  <w:num w:numId="49" w16cid:durableId="1851751124">
    <w:abstractNumId w:val="47"/>
  </w:num>
  <w:num w:numId="50" w16cid:durableId="743993991">
    <w:abstractNumId w:val="98"/>
  </w:num>
  <w:num w:numId="51" w16cid:durableId="1291519865">
    <w:abstractNumId w:val="4"/>
  </w:num>
  <w:num w:numId="52" w16cid:durableId="669022980">
    <w:abstractNumId w:val="39"/>
  </w:num>
  <w:num w:numId="53" w16cid:durableId="1837959115">
    <w:abstractNumId w:val="43"/>
  </w:num>
  <w:num w:numId="54" w16cid:durableId="68499363">
    <w:abstractNumId w:val="40"/>
  </w:num>
  <w:num w:numId="55" w16cid:durableId="1974827574">
    <w:abstractNumId w:val="22"/>
  </w:num>
  <w:num w:numId="56" w16cid:durableId="1472744507">
    <w:abstractNumId w:val="63"/>
  </w:num>
  <w:num w:numId="57" w16cid:durableId="807867288">
    <w:abstractNumId w:val="99"/>
  </w:num>
  <w:num w:numId="58" w16cid:durableId="1672030607">
    <w:abstractNumId w:val="85"/>
  </w:num>
  <w:num w:numId="59" w16cid:durableId="1910650397">
    <w:abstractNumId w:val="67"/>
  </w:num>
  <w:num w:numId="60" w16cid:durableId="179659448">
    <w:abstractNumId w:val="34"/>
  </w:num>
  <w:num w:numId="61" w16cid:durableId="1746223110">
    <w:abstractNumId w:val="93"/>
  </w:num>
  <w:num w:numId="62" w16cid:durableId="1804688683">
    <w:abstractNumId w:val="86"/>
  </w:num>
  <w:num w:numId="63" w16cid:durableId="1311665643">
    <w:abstractNumId w:val="7"/>
  </w:num>
  <w:num w:numId="64" w16cid:durableId="1047994181">
    <w:abstractNumId w:val="20"/>
  </w:num>
  <w:num w:numId="65" w16cid:durableId="1040058941">
    <w:abstractNumId w:val="27"/>
  </w:num>
  <w:num w:numId="66" w16cid:durableId="1637493541">
    <w:abstractNumId w:val="73"/>
  </w:num>
  <w:num w:numId="67" w16cid:durableId="131992989">
    <w:abstractNumId w:val="96"/>
  </w:num>
  <w:num w:numId="68" w16cid:durableId="1825391182">
    <w:abstractNumId w:val="71"/>
  </w:num>
  <w:num w:numId="69" w16cid:durableId="1476219113">
    <w:abstractNumId w:val="68"/>
  </w:num>
  <w:num w:numId="70" w16cid:durableId="17781797">
    <w:abstractNumId w:val="18"/>
  </w:num>
  <w:num w:numId="71" w16cid:durableId="1008485157">
    <w:abstractNumId w:val="59"/>
  </w:num>
  <w:num w:numId="72" w16cid:durableId="1916667416">
    <w:abstractNumId w:val="45"/>
  </w:num>
  <w:num w:numId="73" w16cid:durableId="1019622371">
    <w:abstractNumId w:val="65"/>
  </w:num>
  <w:num w:numId="74" w16cid:durableId="1687174540">
    <w:abstractNumId w:val="95"/>
  </w:num>
  <w:num w:numId="75" w16cid:durableId="382295722">
    <w:abstractNumId w:val="60"/>
  </w:num>
  <w:num w:numId="76" w16cid:durableId="464280291">
    <w:abstractNumId w:val="17"/>
  </w:num>
  <w:num w:numId="77" w16cid:durableId="1317487597">
    <w:abstractNumId w:val="52"/>
  </w:num>
  <w:num w:numId="78" w16cid:durableId="16976606">
    <w:abstractNumId w:val="94"/>
  </w:num>
  <w:num w:numId="79" w16cid:durableId="962081273">
    <w:abstractNumId w:val="66"/>
  </w:num>
  <w:num w:numId="80" w16cid:durableId="1257405885">
    <w:abstractNumId w:val="74"/>
  </w:num>
  <w:num w:numId="81" w16cid:durableId="1553732165">
    <w:abstractNumId w:val="46"/>
  </w:num>
  <w:num w:numId="82" w16cid:durableId="1748264433">
    <w:abstractNumId w:val="13"/>
  </w:num>
  <w:num w:numId="83" w16cid:durableId="326635668">
    <w:abstractNumId w:val="5"/>
  </w:num>
  <w:num w:numId="84" w16cid:durableId="1395661519">
    <w:abstractNumId w:val="50"/>
  </w:num>
  <w:num w:numId="85" w16cid:durableId="639462093">
    <w:abstractNumId w:val="78"/>
  </w:num>
  <w:num w:numId="86" w16cid:durableId="1351562691">
    <w:abstractNumId w:val="100"/>
  </w:num>
  <w:num w:numId="87" w16cid:durableId="739523123">
    <w:abstractNumId w:val="61"/>
  </w:num>
  <w:num w:numId="88" w16cid:durableId="502552886">
    <w:abstractNumId w:val="58"/>
  </w:num>
  <w:num w:numId="89" w16cid:durableId="1127310281">
    <w:abstractNumId w:val="53"/>
  </w:num>
  <w:num w:numId="90" w16cid:durableId="1601179950">
    <w:abstractNumId w:val="41"/>
  </w:num>
  <w:num w:numId="91" w16cid:durableId="280577650">
    <w:abstractNumId w:val="91"/>
  </w:num>
  <w:num w:numId="92" w16cid:durableId="919405104">
    <w:abstractNumId w:val="12"/>
  </w:num>
  <w:num w:numId="93" w16cid:durableId="184102747">
    <w:abstractNumId w:val="19"/>
  </w:num>
  <w:num w:numId="94" w16cid:durableId="618612636">
    <w:abstractNumId w:val="21"/>
  </w:num>
  <w:num w:numId="95" w16cid:durableId="2012640059">
    <w:abstractNumId w:val="97"/>
  </w:num>
  <w:num w:numId="96" w16cid:durableId="1499999259">
    <w:abstractNumId w:val="29"/>
  </w:num>
  <w:num w:numId="97" w16cid:durableId="155204089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243443612">
    <w:abstractNumId w:val="10"/>
  </w:num>
  <w:num w:numId="99" w16cid:durableId="1188835666">
    <w:abstractNumId w:val="35"/>
  </w:num>
  <w:num w:numId="100" w16cid:durableId="674578672">
    <w:abstractNumId w:val="32"/>
  </w:num>
  <w:num w:numId="101" w16cid:durableId="468977448">
    <w:abstractNumId w:val="0"/>
  </w:num>
  <w:num w:numId="102" w16cid:durableId="1683122890">
    <w:abstractNumId w:val="36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A4C"/>
    <w:rsid w:val="0000070C"/>
    <w:rsid w:val="0000636C"/>
    <w:rsid w:val="00011A77"/>
    <w:rsid w:val="00014423"/>
    <w:rsid w:val="000148D0"/>
    <w:rsid w:val="00021CC9"/>
    <w:rsid w:val="00023F5F"/>
    <w:rsid w:val="00024CF1"/>
    <w:rsid w:val="00034113"/>
    <w:rsid w:val="00034773"/>
    <w:rsid w:val="00041D5A"/>
    <w:rsid w:val="0004372C"/>
    <w:rsid w:val="000450FA"/>
    <w:rsid w:val="0005162B"/>
    <w:rsid w:val="0005183B"/>
    <w:rsid w:val="00054137"/>
    <w:rsid w:val="00062746"/>
    <w:rsid w:val="0006681B"/>
    <w:rsid w:val="0007421E"/>
    <w:rsid w:val="00076CD2"/>
    <w:rsid w:val="000825A1"/>
    <w:rsid w:val="000860CE"/>
    <w:rsid w:val="00090AD2"/>
    <w:rsid w:val="000922D0"/>
    <w:rsid w:val="00097553"/>
    <w:rsid w:val="00097C04"/>
    <w:rsid w:val="000B18BF"/>
    <w:rsid w:val="000B2137"/>
    <w:rsid w:val="000C2C7E"/>
    <w:rsid w:val="000D16D0"/>
    <w:rsid w:val="000D5EEF"/>
    <w:rsid w:val="000E03E9"/>
    <w:rsid w:val="000E53BF"/>
    <w:rsid w:val="000E6140"/>
    <w:rsid w:val="000F3BA3"/>
    <w:rsid w:val="000F7E16"/>
    <w:rsid w:val="001023D6"/>
    <w:rsid w:val="001039F7"/>
    <w:rsid w:val="001052CD"/>
    <w:rsid w:val="00121D23"/>
    <w:rsid w:val="00121F2A"/>
    <w:rsid w:val="00122FC8"/>
    <w:rsid w:val="001325D5"/>
    <w:rsid w:val="00134A5D"/>
    <w:rsid w:val="00136E72"/>
    <w:rsid w:val="00137474"/>
    <w:rsid w:val="00145976"/>
    <w:rsid w:val="001509EE"/>
    <w:rsid w:val="00153B87"/>
    <w:rsid w:val="00157C3D"/>
    <w:rsid w:val="0016430B"/>
    <w:rsid w:val="00164EA3"/>
    <w:rsid w:val="00165AA2"/>
    <w:rsid w:val="0016609A"/>
    <w:rsid w:val="00167803"/>
    <w:rsid w:val="00173351"/>
    <w:rsid w:val="001743CC"/>
    <w:rsid w:val="0019146C"/>
    <w:rsid w:val="00194486"/>
    <w:rsid w:val="001A673D"/>
    <w:rsid w:val="001A6E55"/>
    <w:rsid w:val="001A6FEE"/>
    <w:rsid w:val="001C0DA5"/>
    <w:rsid w:val="001C0F5C"/>
    <w:rsid w:val="001C2189"/>
    <w:rsid w:val="001C24F9"/>
    <w:rsid w:val="001C4727"/>
    <w:rsid w:val="001D0593"/>
    <w:rsid w:val="001D05C6"/>
    <w:rsid w:val="001D0AB2"/>
    <w:rsid w:val="001D2DF9"/>
    <w:rsid w:val="001D345D"/>
    <w:rsid w:val="001D7EA7"/>
    <w:rsid w:val="001E07E8"/>
    <w:rsid w:val="002044EE"/>
    <w:rsid w:val="00207FB7"/>
    <w:rsid w:val="0021077D"/>
    <w:rsid w:val="00212339"/>
    <w:rsid w:val="002131FC"/>
    <w:rsid w:val="002134C3"/>
    <w:rsid w:val="00214F15"/>
    <w:rsid w:val="00215484"/>
    <w:rsid w:val="00215B23"/>
    <w:rsid w:val="00220CF0"/>
    <w:rsid w:val="00220EFE"/>
    <w:rsid w:val="0023220C"/>
    <w:rsid w:val="00237679"/>
    <w:rsid w:val="00237847"/>
    <w:rsid w:val="00242B82"/>
    <w:rsid w:val="00246ECA"/>
    <w:rsid w:val="00250B31"/>
    <w:rsid w:val="0025692D"/>
    <w:rsid w:val="00262880"/>
    <w:rsid w:val="002636BA"/>
    <w:rsid w:val="00264330"/>
    <w:rsid w:val="00273654"/>
    <w:rsid w:val="00273888"/>
    <w:rsid w:val="00276DC0"/>
    <w:rsid w:val="00277BD2"/>
    <w:rsid w:val="002808EC"/>
    <w:rsid w:val="00281735"/>
    <w:rsid w:val="00282975"/>
    <w:rsid w:val="002872AB"/>
    <w:rsid w:val="00287F18"/>
    <w:rsid w:val="00293013"/>
    <w:rsid w:val="00296034"/>
    <w:rsid w:val="002A13DA"/>
    <w:rsid w:val="002A48DA"/>
    <w:rsid w:val="002A627C"/>
    <w:rsid w:val="002B14F3"/>
    <w:rsid w:val="002B1C50"/>
    <w:rsid w:val="002B6704"/>
    <w:rsid w:val="002C1589"/>
    <w:rsid w:val="002C321F"/>
    <w:rsid w:val="002C3775"/>
    <w:rsid w:val="002D058E"/>
    <w:rsid w:val="002D0B8C"/>
    <w:rsid w:val="002D68B8"/>
    <w:rsid w:val="002E0B71"/>
    <w:rsid w:val="002E184B"/>
    <w:rsid w:val="002F5E36"/>
    <w:rsid w:val="002F669D"/>
    <w:rsid w:val="00304542"/>
    <w:rsid w:val="00312075"/>
    <w:rsid w:val="00313F0D"/>
    <w:rsid w:val="00324F4C"/>
    <w:rsid w:val="0033197C"/>
    <w:rsid w:val="00333B42"/>
    <w:rsid w:val="003349EC"/>
    <w:rsid w:val="00337F51"/>
    <w:rsid w:val="003431B9"/>
    <w:rsid w:val="003458CC"/>
    <w:rsid w:val="0035288C"/>
    <w:rsid w:val="0035507F"/>
    <w:rsid w:val="0036454E"/>
    <w:rsid w:val="0036472E"/>
    <w:rsid w:val="00365605"/>
    <w:rsid w:val="003667CC"/>
    <w:rsid w:val="00371906"/>
    <w:rsid w:val="00385773"/>
    <w:rsid w:val="00386C74"/>
    <w:rsid w:val="00387DED"/>
    <w:rsid w:val="0039246E"/>
    <w:rsid w:val="003954A2"/>
    <w:rsid w:val="00396DA4"/>
    <w:rsid w:val="00397173"/>
    <w:rsid w:val="003B0C07"/>
    <w:rsid w:val="003B16FA"/>
    <w:rsid w:val="003B61E8"/>
    <w:rsid w:val="003C4B6E"/>
    <w:rsid w:val="003D2BEE"/>
    <w:rsid w:val="003D3718"/>
    <w:rsid w:val="003D5ACC"/>
    <w:rsid w:val="003E2884"/>
    <w:rsid w:val="003E57C3"/>
    <w:rsid w:val="003F0A4C"/>
    <w:rsid w:val="003F6B44"/>
    <w:rsid w:val="003F7814"/>
    <w:rsid w:val="003F7991"/>
    <w:rsid w:val="003F7C4C"/>
    <w:rsid w:val="0041667E"/>
    <w:rsid w:val="0042124D"/>
    <w:rsid w:val="00423DB4"/>
    <w:rsid w:val="00433BE7"/>
    <w:rsid w:val="00435BD2"/>
    <w:rsid w:val="00437ACF"/>
    <w:rsid w:val="00440DE6"/>
    <w:rsid w:val="0044498C"/>
    <w:rsid w:val="00464BCA"/>
    <w:rsid w:val="00465461"/>
    <w:rsid w:val="00465C8B"/>
    <w:rsid w:val="00470CC8"/>
    <w:rsid w:val="00472F5B"/>
    <w:rsid w:val="00480ACB"/>
    <w:rsid w:val="004815DC"/>
    <w:rsid w:val="0048405A"/>
    <w:rsid w:val="0049357A"/>
    <w:rsid w:val="004A07E5"/>
    <w:rsid w:val="004A376B"/>
    <w:rsid w:val="004A7C8F"/>
    <w:rsid w:val="004B0DC2"/>
    <w:rsid w:val="004B22A6"/>
    <w:rsid w:val="004B233D"/>
    <w:rsid w:val="004B326C"/>
    <w:rsid w:val="004B6326"/>
    <w:rsid w:val="004C406E"/>
    <w:rsid w:val="004C40D2"/>
    <w:rsid w:val="004C68C4"/>
    <w:rsid w:val="004D251B"/>
    <w:rsid w:val="004D67B2"/>
    <w:rsid w:val="004D7480"/>
    <w:rsid w:val="004E5B4D"/>
    <w:rsid w:val="004F50C1"/>
    <w:rsid w:val="00500105"/>
    <w:rsid w:val="005045D5"/>
    <w:rsid w:val="005054AB"/>
    <w:rsid w:val="005069B9"/>
    <w:rsid w:val="0051488D"/>
    <w:rsid w:val="00523D21"/>
    <w:rsid w:val="0052614D"/>
    <w:rsid w:val="005301B9"/>
    <w:rsid w:val="0053763E"/>
    <w:rsid w:val="005425E3"/>
    <w:rsid w:val="00544C22"/>
    <w:rsid w:val="00544CF9"/>
    <w:rsid w:val="005526F7"/>
    <w:rsid w:val="005552AE"/>
    <w:rsid w:val="00560B55"/>
    <w:rsid w:val="0056529C"/>
    <w:rsid w:val="00573D8C"/>
    <w:rsid w:val="005755EC"/>
    <w:rsid w:val="005802D4"/>
    <w:rsid w:val="00590B3E"/>
    <w:rsid w:val="00590D50"/>
    <w:rsid w:val="00590F70"/>
    <w:rsid w:val="005977B0"/>
    <w:rsid w:val="00597E00"/>
    <w:rsid w:val="005A1511"/>
    <w:rsid w:val="005A5987"/>
    <w:rsid w:val="005B244E"/>
    <w:rsid w:val="005B4086"/>
    <w:rsid w:val="005B4D8C"/>
    <w:rsid w:val="005C5E79"/>
    <w:rsid w:val="005C7199"/>
    <w:rsid w:val="005D164E"/>
    <w:rsid w:val="005D485C"/>
    <w:rsid w:val="005D491C"/>
    <w:rsid w:val="005D4E6F"/>
    <w:rsid w:val="005E1DFF"/>
    <w:rsid w:val="005F07F7"/>
    <w:rsid w:val="005F1E07"/>
    <w:rsid w:val="005F2290"/>
    <w:rsid w:val="005F255A"/>
    <w:rsid w:val="005F2C1A"/>
    <w:rsid w:val="005F7BC3"/>
    <w:rsid w:val="00602AD1"/>
    <w:rsid w:val="0060387B"/>
    <w:rsid w:val="00611E32"/>
    <w:rsid w:val="00621935"/>
    <w:rsid w:val="00625E51"/>
    <w:rsid w:val="00630110"/>
    <w:rsid w:val="006301FE"/>
    <w:rsid w:val="00630F9E"/>
    <w:rsid w:val="0063140C"/>
    <w:rsid w:val="00633529"/>
    <w:rsid w:val="0063519B"/>
    <w:rsid w:val="00647603"/>
    <w:rsid w:val="006476CC"/>
    <w:rsid w:val="0065252F"/>
    <w:rsid w:val="00652929"/>
    <w:rsid w:val="0066245A"/>
    <w:rsid w:val="0067261C"/>
    <w:rsid w:val="00675BC9"/>
    <w:rsid w:val="00677769"/>
    <w:rsid w:val="006851EF"/>
    <w:rsid w:val="0068555A"/>
    <w:rsid w:val="00690AED"/>
    <w:rsid w:val="00697A02"/>
    <w:rsid w:val="006A38A2"/>
    <w:rsid w:val="006A44EB"/>
    <w:rsid w:val="006A4C7C"/>
    <w:rsid w:val="006B487C"/>
    <w:rsid w:val="006B5577"/>
    <w:rsid w:val="006C0BCF"/>
    <w:rsid w:val="006C399B"/>
    <w:rsid w:val="006C3C43"/>
    <w:rsid w:val="006E0A78"/>
    <w:rsid w:val="006E2688"/>
    <w:rsid w:val="006E5F6D"/>
    <w:rsid w:val="00705C67"/>
    <w:rsid w:val="00710C5B"/>
    <w:rsid w:val="00715570"/>
    <w:rsid w:val="007176A8"/>
    <w:rsid w:val="0072238C"/>
    <w:rsid w:val="00723266"/>
    <w:rsid w:val="007308F3"/>
    <w:rsid w:val="007319ED"/>
    <w:rsid w:val="00733E50"/>
    <w:rsid w:val="00740479"/>
    <w:rsid w:val="00740526"/>
    <w:rsid w:val="00750C8E"/>
    <w:rsid w:val="00753380"/>
    <w:rsid w:val="00753F93"/>
    <w:rsid w:val="00760B10"/>
    <w:rsid w:val="00762534"/>
    <w:rsid w:val="00764E23"/>
    <w:rsid w:val="007662AF"/>
    <w:rsid w:val="00767809"/>
    <w:rsid w:val="00776304"/>
    <w:rsid w:val="007820A2"/>
    <w:rsid w:val="00782FF2"/>
    <w:rsid w:val="00784582"/>
    <w:rsid w:val="007902BC"/>
    <w:rsid w:val="00794408"/>
    <w:rsid w:val="007977B5"/>
    <w:rsid w:val="007A51D9"/>
    <w:rsid w:val="007A582A"/>
    <w:rsid w:val="007B58A0"/>
    <w:rsid w:val="007C27F2"/>
    <w:rsid w:val="007C7368"/>
    <w:rsid w:val="007D2E20"/>
    <w:rsid w:val="007D4009"/>
    <w:rsid w:val="007E2D99"/>
    <w:rsid w:val="007E4565"/>
    <w:rsid w:val="007E4BA4"/>
    <w:rsid w:val="007E74DF"/>
    <w:rsid w:val="007F0BDD"/>
    <w:rsid w:val="007F21C7"/>
    <w:rsid w:val="0081683B"/>
    <w:rsid w:val="00821DAC"/>
    <w:rsid w:val="00827C4A"/>
    <w:rsid w:val="008315F6"/>
    <w:rsid w:val="008330B8"/>
    <w:rsid w:val="0083742D"/>
    <w:rsid w:val="0084240B"/>
    <w:rsid w:val="00842990"/>
    <w:rsid w:val="00844F04"/>
    <w:rsid w:val="00845051"/>
    <w:rsid w:val="00850AB7"/>
    <w:rsid w:val="00850B3E"/>
    <w:rsid w:val="00854DCB"/>
    <w:rsid w:val="0085688A"/>
    <w:rsid w:val="00865A0A"/>
    <w:rsid w:val="00866C64"/>
    <w:rsid w:val="008709CE"/>
    <w:rsid w:val="00874137"/>
    <w:rsid w:val="008750C1"/>
    <w:rsid w:val="00875C89"/>
    <w:rsid w:val="00882915"/>
    <w:rsid w:val="00884042"/>
    <w:rsid w:val="00884DB0"/>
    <w:rsid w:val="00885EDC"/>
    <w:rsid w:val="00894C47"/>
    <w:rsid w:val="008A16A6"/>
    <w:rsid w:val="008A4FAB"/>
    <w:rsid w:val="008B0EB4"/>
    <w:rsid w:val="008B121D"/>
    <w:rsid w:val="008B6DFF"/>
    <w:rsid w:val="008C28EB"/>
    <w:rsid w:val="008C4928"/>
    <w:rsid w:val="008C752D"/>
    <w:rsid w:val="008E104C"/>
    <w:rsid w:val="008E2B04"/>
    <w:rsid w:val="008F1E86"/>
    <w:rsid w:val="00904BA5"/>
    <w:rsid w:val="00920435"/>
    <w:rsid w:val="0093767E"/>
    <w:rsid w:val="009439A5"/>
    <w:rsid w:val="009462CC"/>
    <w:rsid w:val="00950E51"/>
    <w:rsid w:val="009571BC"/>
    <w:rsid w:val="00963909"/>
    <w:rsid w:val="00964723"/>
    <w:rsid w:val="00966F8C"/>
    <w:rsid w:val="009702A0"/>
    <w:rsid w:val="00973D42"/>
    <w:rsid w:val="00976235"/>
    <w:rsid w:val="00976581"/>
    <w:rsid w:val="00976B91"/>
    <w:rsid w:val="00977AD9"/>
    <w:rsid w:val="009A2653"/>
    <w:rsid w:val="009A4FA1"/>
    <w:rsid w:val="009A6D95"/>
    <w:rsid w:val="009B472C"/>
    <w:rsid w:val="009B5376"/>
    <w:rsid w:val="009B5880"/>
    <w:rsid w:val="009B669E"/>
    <w:rsid w:val="009B7913"/>
    <w:rsid w:val="009C00D8"/>
    <w:rsid w:val="009C1163"/>
    <w:rsid w:val="009C4B52"/>
    <w:rsid w:val="009D0F1D"/>
    <w:rsid w:val="009D675F"/>
    <w:rsid w:val="009E3D79"/>
    <w:rsid w:val="009E5B7A"/>
    <w:rsid w:val="009E6AC6"/>
    <w:rsid w:val="009F31CA"/>
    <w:rsid w:val="009F6A91"/>
    <w:rsid w:val="00A0141C"/>
    <w:rsid w:val="00A022CE"/>
    <w:rsid w:val="00A03382"/>
    <w:rsid w:val="00A04D3B"/>
    <w:rsid w:val="00A134AD"/>
    <w:rsid w:val="00A15096"/>
    <w:rsid w:val="00A23950"/>
    <w:rsid w:val="00A24EF1"/>
    <w:rsid w:val="00A3111C"/>
    <w:rsid w:val="00A35D1D"/>
    <w:rsid w:val="00A371B2"/>
    <w:rsid w:val="00A3741A"/>
    <w:rsid w:val="00A438F3"/>
    <w:rsid w:val="00A449BF"/>
    <w:rsid w:val="00A45016"/>
    <w:rsid w:val="00A618FD"/>
    <w:rsid w:val="00A672B3"/>
    <w:rsid w:val="00A71973"/>
    <w:rsid w:val="00A73B16"/>
    <w:rsid w:val="00A77B3A"/>
    <w:rsid w:val="00A808B7"/>
    <w:rsid w:val="00A87289"/>
    <w:rsid w:val="00A87FBC"/>
    <w:rsid w:val="00A92FBA"/>
    <w:rsid w:val="00A95564"/>
    <w:rsid w:val="00A95DD2"/>
    <w:rsid w:val="00A97281"/>
    <w:rsid w:val="00AB34D2"/>
    <w:rsid w:val="00AB4494"/>
    <w:rsid w:val="00AB4A80"/>
    <w:rsid w:val="00AB76D8"/>
    <w:rsid w:val="00AB7CA1"/>
    <w:rsid w:val="00AC39A3"/>
    <w:rsid w:val="00AC760E"/>
    <w:rsid w:val="00AD1ADC"/>
    <w:rsid w:val="00AD2E04"/>
    <w:rsid w:val="00AD5A0F"/>
    <w:rsid w:val="00AE40A1"/>
    <w:rsid w:val="00AE64F8"/>
    <w:rsid w:val="00AF07EE"/>
    <w:rsid w:val="00AF4B0D"/>
    <w:rsid w:val="00AF566F"/>
    <w:rsid w:val="00AF7FE6"/>
    <w:rsid w:val="00B00997"/>
    <w:rsid w:val="00B05373"/>
    <w:rsid w:val="00B05700"/>
    <w:rsid w:val="00B13064"/>
    <w:rsid w:val="00B252B9"/>
    <w:rsid w:val="00B35A58"/>
    <w:rsid w:val="00B40D28"/>
    <w:rsid w:val="00B42726"/>
    <w:rsid w:val="00B458EE"/>
    <w:rsid w:val="00B45F07"/>
    <w:rsid w:val="00B46777"/>
    <w:rsid w:val="00B50F52"/>
    <w:rsid w:val="00B521C6"/>
    <w:rsid w:val="00B571F6"/>
    <w:rsid w:val="00B62851"/>
    <w:rsid w:val="00B63BB6"/>
    <w:rsid w:val="00B71C66"/>
    <w:rsid w:val="00B754D3"/>
    <w:rsid w:val="00B7576E"/>
    <w:rsid w:val="00B7769F"/>
    <w:rsid w:val="00B81509"/>
    <w:rsid w:val="00B9171F"/>
    <w:rsid w:val="00B93908"/>
    <w:rsid w:val="00B96734"/>
    <w:rsid w:val="00BA6354"/>
    <w:rsid w:val="00BB2706"/>
    <w:rsid w:val="00BC5DF6"/>
    <w:rsid w:val="00BC712E"/>
    <w:rsid w:val="00BC77D7"/>
    <w:rsid w:val="00BD0CEE"/>
    <w:rsid w:val="00BD6BFC"/>
    <w:rsid w:val="00BE0FEB"/>
    <w:rsid w:val="00BE4AC8"/>
    <w:rsid w:val="00BF11B7"/>
    <w:rsid w:val="00BF25F0"/>
    <w:rsid w:val="00BF3CF8"/>
    <w:rsid w:val="00BF5277"/>
    <w:rsid w:val="00C02A72"/>
    <w:rsid w:val="00C055A1"/>
    <w:rsid w:val="00C20407"/>
    <w:rsid w:val="00C3026F"/>
    <w:rsid w:val="00C401AD"/>
    <w:rsid w:val="00C413BD"/>
    <w:rsid w:val="00C64D15"/>
    <w:rsid w:val="00C6729E"/>
    <w:rsid w:val="00C75515"/>
    <w:rsid w:val="00C769B1"/>
    <w:rsid w:val="00C8277B"/>
    <w:rsid w:val="00C82BBE"/>
    <w:rsid w:val="00C91DA1"/>
    <w:rsid w:val="00C92C64"/>
    <w:rsid w:val="00CA1CD2"/>
    <w:rsid w:val="00CA1F49"/>
    <w:rsid w:val="00CA6C9F"/>
    <w:rsid w:val="00CB0CB3"/>
    <w:rsid w:val="00CB484F"/>
    <w:rsid w:val="00CB6278"/>
    <w:rsid w:val="00CB6D17"/>
    <w:rsid w:val="00CB7385"/>
    <w:rsid w:val="00CB7AAA"/>
    <w:rsid w:val="00CC1387"/>
    <w:rsid w:val="00CC7235"/>
    <w:rsid w:val="00CC7D18"/>
    <w:rsid w:val="00CD09FA"/>
    <w:rsid w:val="00CD1737"/>
    <w:rsid w:val="00CD4B4A"/>
    <w:rsid w:val="00CE02B7"/>
    <w:rsid w:val="00CE0991"/>
    <w:rsid w:val="00CE5B96"/>
    <w:rsid w:val="00CF1572"/>
    <w:rsid w:val="00CF2BDD"/>
    <w:rsid w:val="00CF3277"/>
    <w:rsid w:val="00CF442A"/>
    <w:rsid w:val="00CF6C59"/>
    <w:rsid w:val="00D05CF8"/>
    <w:rsid w:val="00D154C5"/>
    <w:rsid w:val="00D21FC9"/>
    <w:rsid w:val="00D26997"/>
    <w:rsid w:val="00D27143"/>
    <w:rsid w:val="00D30BB6"/>
    <w:rsid w:val="00D310F7"/>
    <w:rsid w:val="00D34CF5"/>
    <w:rsid w:val="00D366BD"/>
    <w:rsid w:val="00D371F4"/>
    <w:rsid w:val="00D429B8"/>
    <w:rsid w:val="00D45688"/>
    <w:rsid w:val="00D6357C"/>
    <w:rsid w:val="00D64317"/>
    <w:rsid w:val="00D7345D"/>
    <w:rsid w:val="00D745C1"/>
    <w:rsid w:val="00D7539B"/>
    <w:rsid w:val="00D8290E"/>
    <w:rsid w:val="00D840F1"/>
    <w:rsid w:val="00DA079F"/>
    <w:rsid w:val="00DA2404"/>
    <w:rsid w:val="00DA3A90"/>
    <w:rsid w:val="00DA4132"/>
    <w:rsid w:val="00DA469E"/>
    <w:rsid w:val="00DA5944"/>
    <w:rsid w:val="00DB483E"/>
    <w:rsid w:val="00DB49AC"/>
    <w:rsid w:val="00DB4F9D"/>
    <w:rsid w:val="00DB5DB1"/>
    <w:rsid w:val="00DB71BC"/>
    <w:rsid w:val="00DB7BE8"/>
    <w:rsid w:val="00DD375B"/>
    <w:rsid w:val="00DE1DFB"/>
    <w:rsid w:val="00DE340A"/>
    <w:rsid w:val="00DE5352"/>
    <w:rsid w:val="00DE6351"/>
    <w:rsid w:val="00DE6CF7"/>
    <w:rsid w:val="00DF06C0"/>
    <w:rsid w:val="00DF2B95"/>
    <w:rsid w:val="00DF63DD"/>
    <w:rsid w:val="00E06200"/>
    <w:rsid w:val="00E06DFB"/>
    <w:rsid w:val="00E149EF"/>
    <w:rsid w:val="00E179F4"/>
    <w:rsid w:val="00E35806"/>
    <w:rsid w:val="00E41D73"/>
    <w:rsid w:val="00E4381C"/>
    <w:rsid w:val="00E539C3"/>
    <w:rsid w:val="00E66C82"/>
    <w:rsid w:val="00E71473"/>
    <w:rsid w:val="00E72B3A"/>
    <w:rsid w:val="00E8135A"/>
    <w:rsid w:val="00E82FCB"/>
    <w:rsid w:val="00E90A01"/>
    <w:rsid w:val="00E922A9"/>
    <w:rsid w:val="00E92472"/>
    <w:rsid w:val="00E9386B"/>
    <w:rsid w:val="00EA64D6"/>
    <w:rsid w:val="00EA6B7C"/>
    <w:rsid w:val="00EB6A5F"/>
    <w:rsid w:val="00EC2C77"/>
    <w:rsid w:val="00ED34E3"/>
    <w:rsid w:val="00EE0D07"/>
    <w:rsid w:val="00EE47EA"/>
    <w:rsid w:val="00EE6503"/>
    <w:rsid w:val="00EF0D1E"/>
    <w:rsid w:val="00EF13A5"/>
    <w:rsid w:val="00EF2DDB"/>
    <w:rsid w:val="00F076F3"/>
    <w:rsid w:val="00F07E14"/>
    <w:rsid w:val="00F155B8"/>
    <w:rsid w:val="00F16063"/>
    <w:rsid w:val="00F30E6D"/>
    <w:rsid w:val="00F32166"/>
    <w:rsid w:val="00F41981"/>
    <w:rsid w:val="00F42FE2"/>
    <w:rsid w:val="00F4404C"/>
    <w:rsid w:val="00F46FE0"/>
    <w:rsid w:val="00F55082"/>
    <w:rsid w:val="00F56EB6"/>
    <w:rsid w:val="00F57B9E"/>
    <w:rsid w:val="00F63C77"/>
    <w:rsid w:val="00F64D6C"/>
    <w:rsid w:val="00F70618"/>
    <w:rsid w:val="00F72430"/>
    <w:rsid w:val="00F73229"/>
    <w:rsid w:val="00F74C25"/>
    <w:rsid w:val="00F7599B"/>
    <w:rsid w:val="00F776DD"/>
    <w:rsid w:val="00F84BE6"/>
    <w:rsid w:val="00F85C3C"/>
    <w:rsid w:val="00F876DD"/>
    <w:rsid w:val="00FA2E9F"/>
    <w:rsid w:val="00FA4868"/>
    <w:rsid w:val="00FA5061"/>
    <w:rsid w:val="00FA5B23"/>
    <w:rsid w:val="00FA5F25"/>
    <w:rsid w:val="00FB0CE6"/>
    <w:rsid w:val="00FB796E"/>
    <w:rsid w:val="00FC15C7"/>
    <w:rsid w:val="00FC3A4D"/>
    <w:rsid w:val="00FC45F0"/>
    <w:rsid w:val="00FD1C9C"/>
    <w:rsid w:val="00FE59AB"/>
    <w:rsid w:val="00F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5C4D46B"/>
  <w14:defaultImageDpi w14:val="300"/>
  <w15:docId w15:val="{F2E4DCD7-4FAF-4542-BFA5-2E4F1636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i/>
      <w:szCs w:val="20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tyleHeading2Centered">
    <w:name w:val="Style Heading 2 + Centered"/>
    <w:basedOn w:val="Heading2"/>
    <w:autoRedefine/>
    <w:pPr>
      <w:spacing w:before="0"/>
      <w:jc w:val="center"/>
    </w:pPr>
    <w:rPr>
      <w:rFonts w:ascii="Times New Roman" w:hAnsi="Times New Roman" w:cs="Times New Roman"/>
      <w:i w:val="0"/>
      <w:iCs w:val="0"/>
      <w:color w:val="FF000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color w:val="000000"/>
      <w:lang w:val="en-US"/>
    </w:rPr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9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Health%20&amp;%20Safety\Manual\Templates\Risk%20Assessment\RISK%20ASSESSMENT%20GT%20Blan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B12EBBA5561E408D3FDDA88B25F137" ma:contentTypeVersion="13" ma:contentTypeDescription="Create a new document." ma:contentTypeScope="" ma:versionID="f6fdd44a618c2d1846b6dfd6f24d4653">
  <xsd:schema xmlns:xsd="http://www.w3.org/2001/XMLSchema" xmlns:xs="http://www.w3.org/2001/XMLSchema" xmlns:p="http://schemas.microsoft.com/office/2006/metadata/properties" xmlns:ns2="7438a575-d4e1-49db-93c6-fa79ab9bd37f" xmlns:ns3="a0852246-a580-40e6-8ddc-b3d63f1daaf6" targetNamespace="http://schemas.microsoft.com/office/2006/metadata/properties" ma:root="true" ma:fieldsID="3278e8d85bc0cb482341c49f8eb39498" ns2:_="" ns3:_="">
    <xsd:import namespace="7438a575-d4e1-49db-93c6-fa79ab9bd37f"/>
    <xsd:import namespace="a0852246-a580-40e6-8ddc-b3d63f1da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38a575-d4e1-49db-93c6-fa79ab9bd3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7aaafbd-d4d8-4dd8-9faf-5f98ab1bb9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852246-a580-40e6-8ddc-b3d63f1daaf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1680c1f-4511-4254-9d23-de7666c0be3e}" ma:internalName="TaxCatchAll" ma:showField="CatchAllData" ma:web="a0852246-a580-40e6-8ddc-b3d63f1da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852246-a580-40e6-8ddc-b3d63f1daaf6" xsi:nil="true"/>
    <lcf76f155ced4ddcb4097134ff3c332f xmlns="7438a575-d4e1-49db-93c6-fa79ab9bd3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EDF906-199A-43F0-B82C-C383CC9C1466}"/>
</file>

<file path=customXml/itemProps2.xml><?xml version="1.0" encoding="utf-8"?>
<ds:datastoreItem xmlns:ds="http://schemas.openxmlformats.org/officeDocument/2006/customXml" ds:itemID="{B45B5BB4-8DE8-4B4F-9777-E4E0291B69B7}"/>
</file>

<file path=customXml/itemProps3.xml><?xml version="1.0" encoding="utf-8"?>
<ds:datastoreItem xmlns:ds="http://schemas.openxmlformats.org/officeDocument/2006/customXml" ds:itemID="{3F254E2A-EC66-4A2A-8F3D-B240E08817A0}"/>
</file>

<file path=docProps/app.xml><?xml version="1.0" encoding="utf-8"?>
<Properties xmlns="http://schemas.openxmlformats.org/officeDocument/2006/extended-properties" xmlns:vt="http://schemas.openxmlformats.org/officeDocument/2006/docPropsVTypes">
  <Template>RISK ASSESSMENT GT Blank</Template>
  <TotalTime>2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</vt:lpstr>
    </vt:vector>
  </TitlesOfParts>
  <Company>Cooke and Mason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</dc:title>
  <dc:creator>Adrian</dc:creator>
  <cp:lastModifiedBy>Jack Thompson</cp:lastModifiedBy>
  <cp:revision>7</cp:revision>
  <cp:lastPrinted>2021-09-08T11:51:00Z</cp:lastPrinted>
  <dcterms:created xsi:type="dcterms:W3CDTF">2019-10-11T12:09:00Z</dcterms:created>
  <dcterms:modified xsi:type="dcterms:W3CDTF">2023-09-05T11:23:00Z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0x010100A6B12EBBA5561E408D3FDDA88B25F137</vt:lpwstr>
  </property>
</Properties>
</file>